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FC17BA" w:rsidRPr="003556F2" w:rsidTr="00E516F9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3556F2" w:rsidRDefault="00FC17BA" w:rsidP="000B438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0B4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C17BA" w:rsidRPr="003556F2" w:rsidTr="00E516F9">
        <w:trPr>
          <w:trHeight w:val="8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3556F2" w:rsidTr="00E516F9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22" w:type="dxa"/>
            <w:gridSpan w:val="5"/>
            <w:shd w:val="clear" w:color="auto" w:fill="auto"/>
            <w:noWrap/>
            <w:vAlign w:val="bottom"/>
            <w:hideMark/>
          </w:tcPr>
          <w:p w:rsidR="00FC17BA" w:rsidRPr="003556F2" w:rsidRDefault="00FC17BA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 в Закон Челябинской</w:t>
            </w: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области «Об областном бюджете на 201</w:t>
            </w:r>
            <w:r w:rsidR="00440576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440576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9E3E8C" w:rsidRPr="003556F2" w:rsidTr="00E516F9">
        <w:trPr>
          <w:trHeight w:val="7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9E3E8C" w:rsidRPr="003556F2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9E3E8C" w:rsidRPr="003556F2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9E3E8C" w:rsidRPr="003556F2" w:rsidRDefault="00DB5677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3556F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3556F2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440576" w:rsidRPr="003556F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556F2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3556F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3556F2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FC17BA" w:rsidRPr="003556F2" w:rsidTr="00E516F9">
        <w:trPr>
          <w:trHeight w:val="294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3556F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3556F2" w:rsidTr="00E516F9">
        <w:trPr>
          <w:trHeight w:val="142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3556F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2947CD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C17BA" w:rsidRPr="003556F2" w:rsidTr="00E516F9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3556F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3556F2" w:rsidTr="00E516F9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3556F2" w:rsidRDefault="00FC17BA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40576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440576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FC17BA" w:rsidRPr="003556F2" w:rsidTr="00E516F9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FC17BA" w:rsidRPr="003556F2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3556F2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3556F2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3556F2" w:rsidTr="00E516F9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F15A06" w:rsidRPr="003556F2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Распределение бюджетных ассигнований по целевым статьям </w:t>
            </w:r>
          </w:p>
          <w:p w:rsidR="00F15A06" w:rsidRPr="003556F2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(государственным программам Челябинской области и </w:t>
            </w:r>
            <w:proofErr w:type="spellStart"/>
            <w:r w:rsidRPr="003556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непрограммным</w:t>
            </w:r>
            <w:proofErr w:type="spellEnd"/>
            <w:r w:rsidRPr="003556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F15A06" w:rsidRPr="003556F2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направлениям деятельности), группам видов расходов, </w:t>
            </w:r>
          </w:p>
          <w:p w:rsidR="00F15A06" w:rsidRPr="003556F2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разделам и подразделам классификации расходов бюджетов </w:t>
            </w:r>
          </w:p>
          <w:p w:rsidR="00FC17BA" w:rsidRPr="003556F2" w:rsidRDefault="00F15A06" w:rsidP="00F1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2016 год</w:t>
            </w:r>
          </w:p>
        </w:tc>
      </w:tr>
    </w:tbl>
    <w:p w:rsidR="002869D0" w:rsidRPr="003556F2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556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81" w:type="dxa"/>
        <w:tblInd w:w="93" w:type="dxa"/>
        <w:tblLook w:val="04A0"/>
      </w:tblPr>
      <w:tblGrid>
        <w:gridCol w:w="4123"/>
        <w:gridCol w:w="1840"/>
        <w:gridCol w:w="672"/>
        <w:gridCol w:w="569"/>
        <w:gridCol w:w="634"/>
        <w:gridCol w:w="1843"/>
      </w:tblGrid>
      <w:tr w:rsidR="00565E5D" w:rsidRPr="003556F2" w:rsidTr="008451BD">
        <w:trPr>
          <w:trHeight w:val="1541"/>
          <w:tblHeader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E5D" w:rsidRPr="003556F2" w:rsidRDefault="00565E5D" w:rsidP="00565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5E5D" w:rsidRPr="003556F2" w:rsidRDefault="00565E5D" w:rsidP="00565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</w:t>
            </w:r>
            <w:r w:rsidRPr="0035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 статья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5E5D" w:rsidRPr="003556F2" w:rsidRDefault="00565E5D" w:rsidP="00565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5E5D" w:rsidRPr="003556F2" w:rsidRDefault="00565E5D" w:rsidP="00565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5E5D" w:rsidRPr="003556F2" w:rsidRDefault="00565E5D" w:rsidP="00565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E5D" w:rsidRPr="003556F2" w:rsidRDefault="00565E5D" w:rsidP="00565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125 659 329,14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25 959 600,61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«Профилактика 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болеваний и формирование здор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образа жизни. Развитие пе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вичной медико-санитарной пом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значимыми заболев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2 264 579,72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1 109 895,68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орган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оказания населению Чел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 первичной мед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ко-санитарной помощи, специал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в том числе высок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технологичной, медицинской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скорой, в том числе скорой специализированной, медици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и паллиативной 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помощи (Межбюдже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1 109 895,68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дополнительной ди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пансеризации работающих гра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(Закупка товаров, работ и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863 242,30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профилактике инфекционных заболеваний,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</w:t>
            </w:r>
            <w:proofErr w:type="spellEnd"/>
            <w:r w:rsidR="00591F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    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равляемых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средствами специф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профилактики (Закупка 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88 453,30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биологических препаратов (Заку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купок диагностических средств для выявления и мониторинга 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лиц, инфицированных вир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 иммунодефицита человека и гепатитов В и С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противовирусной 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рапии хронических гепатитов В и С (Закупка товаров, работ и услуг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учету, хранению и отпуску лекарственных препар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для лечения оппортунистич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инфекций у больных ВИЧ-инфекцией, антиретровирусных и противовирусных препаратов (З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дефицита человека и гепатитов B и C, за счет средств областного бюджета (Закупка товаров, работ и услуг для обеспечения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58 300,00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дефицита человека и гепатитов B и C (Закупка товаров, работ и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493 002,30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филактике ВИЧ-инфекции и геп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титов B и C (Закупка товаров, 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="005A09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дарственных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8 615,10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меропри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государственной программы Российской Федерации «Развитие здравоохранения»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117 022,10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Межбюджетные трансферты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</w:t>
            </w:r>
            <w:proofErr w:type="spellEnd"/>
            <w:r w:rsidR="00591F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    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жету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территориального фонда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обязательного медицинского стр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612" w:rsidRDefault="006C7612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129 620,80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Платежи на финансовое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дополнительных видов и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оказания медицинской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не установленных базовой программой обязательного мед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 (Межбю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129 620,80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145 165,53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75 560,20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68 242,63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Дезинфекционные станции (Пр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1 362,70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77,98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(Иные 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(Иные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12 162,53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Учреждения, обеспечивающие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услуг в сфере здравоохранения (Расходы на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4 370,61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394,46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(Иные 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6,03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(Расходы на выплаты персоналу в целях обе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6 936,26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(Закупка 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448,97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(Иные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оказания специализированной, включая высокотехнологичную, медицинской помощи, скорой, в том числе скорой специализир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ванной, медицинской помощи, 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эвакуации»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2 946 765,22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2 941 989,92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154 080,81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2 157 585,95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1 307,50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медицинской де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связанной с донорс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 органов человека в целях трансплантации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Станции скорой и неотложной помощи (Предоставление субс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10 122,16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медицинской помощи, не вкл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ченной в базовую программу об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зательного медицинского страх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(Предоставление субсидий бюджетным, автономным учре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611 693,50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тельств перед физическим лицом,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подлежащих исполнению в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612" w:rsidRDefault="006C7612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4 775,30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4 605,81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169,49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в части проведения текущ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капитального ремонта, прот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противопожарных мероприятий»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93 900,10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87 893,90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1 041,00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53 297,60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612" w:rsidRDefault="006C7612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6 250,00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противоаварийных и противопожарных мероприятий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3 130,30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 (Предоставление субсидий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6 006,20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5 983,80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591 834,10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152 044,00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беременных женщин, 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мящих матерей, а также детей в возрасте до трех лет, осущест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ляемое по заключению врачей с учетом медицинских показаний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довой) диагностики нарушений развития ребенка у беременных женщин, неонатального скрининга на пять наследственных и вро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денных заболеваний в части 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следований и консультаций, 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ществляемых </w:t>
            </w:r>
            <w:r w:rsidR="0004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медико-генетичес</w:t>
            </w:r>
            <w:r w:rsidR="0004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кими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04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консультациями, а также медико-генетических исследов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соответствующих структу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подразделениях медицинских организаций (Закупка товаров, 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бот и </w:t>
            </w:r>
            <w:r w:rsidR="0004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услуг </w:t>
            </w:r>
            <w:r w:rsidR="0004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для </w:t>
            </w:r>
            <w:r w:rsidR="0004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обеспечения</w:t>
            </w:r>
            <w:r w:rsidR="0004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04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04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04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04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041EA3" w:rsidP="00041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</w:t>
            </w:r>
            <w:r w:rsidR="007F727F"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33 969,00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146 773,85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109 761,50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483,75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01 4 10 48600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36 392,80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2 943,80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2 943,80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290 072,45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(Расходы на выпл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242 759,29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Дома ребенка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47 199,46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в части приобретения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средств»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433 294,45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2 294,45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494,45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реабилитации и санато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но-курортного лечения, в том чи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детей»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291 184,90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долечиванию больных из числа работающих граждан после стационарного 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 в санаторно-курортных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 Челябинской области или государственных учрежден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Челябинской области (Соц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200 219,60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20 655,00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78 748,90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подрос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ков, в том числе больных туберк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лезом (Предоставление субсидий бюджетным, автономным учре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100 815,70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965,30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965,30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медицинской помощи, в том числе детям»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256 435,21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256 435,21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256 435,21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витием отрасли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15 762 461,78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15 628 171,76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75 384,50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15 574,76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(Расходы на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платы персоналу в целях обесп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медицинскому страхованию неработающего населения (Соц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15 533 414,30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88 848,70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Челябинской области (Закупка 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в сфере здравоохранения (Закупка товаров, работ и услуг для обесп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01 8 07 01170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сударственных услуг (выполнение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01 8 10 00000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612" w:rsidRDefault="006C7612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32 889,50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32 889,50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12 551,82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(Расходы на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10 423,97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2 127,85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системы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241 627,08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88 900,00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медицинским работникам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131 325,48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Профессиональные образовател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126 767,48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реподготовке кадров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4 558,00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21 401,60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20 777,60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лекарственного обе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печения, в том числе в амбулато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3 077 518,05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267 764,25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(Социальное обесп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267 676,69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87,56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2 584 363,50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назначения и специализир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ванными продуктами лечебного питания отдельных групп насел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лиц, страдающих отдельн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6C7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7612" w:rsidRDefault="006C761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BD" w:rsidRDefault="008451BD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препаратами, изделиями медици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назначения и специализир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лиц, страдающих отдельн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 граждан, страдающих жи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неугрожающими и хроническими прогрессирующими редкими (о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фанными) заболеваниями, прив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дящими к сокращению продолж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инвалидности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 граждан, страдающих жи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неугрожающими и хроническими прогрессирующими редкими (о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фанными) заболеваниями, прив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дящими к сокращению продолж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инвалидности (Социальное обе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683 031,00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медикаментов и 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делий медицинского назначения для государственных бюджетных и казенных учреждений здрав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препараты, медици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лечебного питания для детей-инвалидов за счет средств облас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(Социальное обе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образованиями лимфоидной, кр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ветворной и родственных им тк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ней, гемофилией, муковисцид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зом, гипофизарным нанизмом, 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лезнью Гоше, рассеянным склер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зом, а также после трансплантации органов и (или) тканей (Закупка товаров, работ и услуг для обесп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6 429,50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(Закупка товаров, 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129 960,00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(Социальное обесп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131 720,00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антибактериальных и противот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беркулезных лекарственных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паратов (второго ряда), применя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при лечении больных тубе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кулезом с множественной лека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устойчивостью возбуд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теля, и диагностических средств для выявления, определения чу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ствительности микобактерии 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беркулеза и мониторинга лечения больных туберкулезом с множес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лекарственной устойчив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возбудителя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80 417,60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r w:rsidRPr="00835C3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административно-территориальных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образований, обслуживаемых ф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деральными государственными бюджетными учреждениями здр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воохранения, находящимися в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медико-биологического агентства (Заку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r w:rsidRPr="00835C3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административно-территориальных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образований, обслуживаемых ф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деральными государственными бюджетными учреждениями здр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воохранения, находящимися в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медико-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биологического агентства (Соц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17 100,50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препараты, медици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лечебного питания для детей-инвалидов (Социальное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562 069,10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225 390,30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Центры, станции и отделения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реливания крови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225 390,30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«Регионал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ная программа модернизации здравоохранения Челябинской области на 2014–2016 годы в части проектирования, стро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тельства и ввода в эксплуат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цию перинатального центра»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495 706,90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485 744,00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485 744,00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Челябоблинвестстрой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образования в Челябинской о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17 427 818,16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440 860,90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кулярное время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муниципальных общео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102 062,60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муниципальных образовательных 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13 219,80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транспортных средств для организации перево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обучающихся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в муниципальных образованиях Челябинской обла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сети общеобразовательных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в которых созданы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ловия для инклюзивного образ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детей-инвалидов (Межбю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спортивных залов и (или) оснащение спортивным инвент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 и оборудованием открытых плоскостных спортивных соор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муниципальных общео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разовательных организациях, 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положенных в сельской местности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BD" w:rsidRDefault="008451BD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16 277 543,80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на дому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198 814,00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комиссий по делам несовершеннолетних и 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щите их прав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предоставления пс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медици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и социальной помощи об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чающимся, испытывающим тру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освоении основных общ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программ, своем развитии и социальной адаптации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169 642,30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дошкольного, начального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образования в частных общеобразовательных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(Межбюджетные трансфе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92 794,50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дошкольного, начального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общего, основного общего, сре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дополнительного образ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муниципальных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для обучающихся с ограниченн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возможностями здоровья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1 483 605,30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начального общего, основн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для обуча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щихся, нуждающихся в длител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лечении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90 867,30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начального общего, основн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специальных учебно-воспитательных учрежд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для обучающихся с девиан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(общественно опасным)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ведением (Межбюджетные тран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дополнительного образ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муниципальных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щеобразовательных организациях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03 0 02 88900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451BD" w:rsidRDefault="008451BD" w:rsidP="0084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14 195 143,80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межбюджетные трансферты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конкурсного отбора мун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– образ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реал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начального общего,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образования, на базе кот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созданы предметные лабор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для работы с одаренными детьми, с целью развития указа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лабораторий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77 750,76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51 524,10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2 187,86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зовании» полномочий Российской Федерации в сфере образования (Расходы на выплаты персоналу в целях обеспечения выполнения функций государственными (м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37B" w:rsidRDefault="000A537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537B" w:rsidRDefault="000A537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15 647,30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8 347,50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207 821,30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6 027,60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41 167,70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5 241,00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образовательных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учебниками в соответс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федеральным перечнем учебников, рекомендованных к использованию при реализации имеющих государственную аккр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дитацию образовательных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начального общего, осно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общего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организациями, осущ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ствляющими образовательную деятельность, и учебными пос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использ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ванию при реализации указанных образовательных программ (З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062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25A" w:rsidRDefault="0006225A" w:rsidP="0006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                    </w:t>
            </w: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Поощрение лучших учителей (С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образовательных орган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реализующих образов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начального общего, основного общего и (или) среднего общего образования, «Современные образовательные технологии» и выплата его поб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денежного поощрения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315 342,10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автономным учре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45 552,20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– школы-интернаты (Предо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67 863,20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(Предоставление субс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90 180,30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93 411,80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Организации, реализующие мер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проведению оздоров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кампании детей (Предо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18 334,60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17 220,90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 расходов на финансовое обеспечение мер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2016–2020 годы (Предоставл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2 829,90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(Иные бюджетные ассигнов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1 309,90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062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03 0 95 00000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254,20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Стипендии, иные выплаты соц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87 194,30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(Расходы на выплаты перс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25 215,30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10 226,80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(Иные бюджетные ассигнов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(Расходы на выплаты персоналу в целях обеспечения выполнения функций государственными (м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44 213,00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7 531,50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«Поддержка и развитие дошкольного образ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вания в Челябинской области» 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на 2015–2025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04 0 00 00000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10 215 320,80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110 336,40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образовательных орган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реализующих образов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программу дошкольного образования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110 336,40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10 102 153,20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 образования в муниципальных дошкольных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9 437 872,00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дошкольного образования в частных дошкольных образов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69 341,30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маемой с родителей (законных представителей) за присмотр и уход за детьми в образовательных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организациях, реализующих обр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программу дошкол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образования, расположенных на территории Челябинской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2 831,20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2 601,30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3 345 059,30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76 790,00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организациям железнодоро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в связи с прин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тием субъектами Российской Ф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решений об установлении льгот по тарифам на проезд об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общеобразовательных организаций, учащихся очной формы обучения профессионал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и образовательных организаций высшего образования железнод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рожным транспортом общего пользования в пригородном соо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щении (Иные бюджетные асси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жетными, автономными и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14 266,20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35 043,80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2 892 553,80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(Предоставление субс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51 074,40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2 825 212,40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16 267,00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05 0 20 00000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23 098,50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 (Предоставление субсидий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и форме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одеждой кадетов казачьих 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детских корпусов, созданных на базе областных государственных бюджетных и автономных учре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– профессиональных обр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обуча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областных государстве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профессиональных образов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по спец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альности среднего професси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«Физич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сборных команд Челябинской области (Предоставление субс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 Президента Росси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направлениям 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 (специальностям), соо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ветствующим приоритетным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правлениям модернизации и те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нологического развития эконом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Российской Федерации (Пр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062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05 0 20 38930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062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25A" w:rsidRDefault="0006225A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06225A" w:rsidP="0006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     </w:t>
            </w:r>
            <w:r w:rsidR="007F727F"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4 434,40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352 617,00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344 462,50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8 154,50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«Повышение качества жизни граждан пож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лого возраста и иных категорий граждан в Челябинской обла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 на 2015–2017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14 822 714,69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13 183 791,70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ветеранов в Чел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(Межбюдже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3 302 373,20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поддержки жертв политич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репрессий в Челябинской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(Межбюджетные тран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45B" w:rsidRDefault="006F74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45B" w:rsidRDefault="006F74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251 793,30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в соответствии с Законом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звании «Ветеран труда Челябинской области»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1 762 038,30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в соответствии с Зак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поддержки отдельных категорий граждан в Челябинской области»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11 034,30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уплату взноса на капитальный ремонт общего имущества в многоква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тирном доме в соответствии с 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дополнительных мерах социал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 в Челябинской обла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246 883,00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услугами связи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(Межбю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2 915,90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соц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обслуживанию граждан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1 927 527,20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на оплату жилого помещения и коммунальных услуг (Межбю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1 735 757,60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Федерации по предоставл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отдельных мер социальной поддержки граждан, подвергши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воздействию радиации (Ме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ежегодной денежной выпл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лицам, награжденным нагру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знаком «Почетный донор России» (Межбюджетные тран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232 680,60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оплату 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лищно-коммунальных услуг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граждан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2 834 108,40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инв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 компенсаций страховых премий по договорам обязательн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страхования гражданской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ветственности владельцев тран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портных средств в соответствии с Федеральным законом от 25 апр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2002 года № 40-ФЗ «Об обяз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 страховании гражданской ответственности владельцев транспортных средств» (Ме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пунктах и рабочих посе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Челябинской области (Ме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673 586,20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услуг по погребению и выплата социальн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пособия на погребение в соо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«О возмещении стоим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услуг по погребению и выпл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социального пособия на погр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бение» (Межбюджетные тран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40 692,10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517 202,79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собрания Челябинской области «Об утве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пожизненного содерж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 счет средств областного бюджета»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собрания Челябинской области «Об утве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пожизненного содерж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 счет средств областного бюджета» (Социальное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1 626,80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лицам, удостоенным почетного звания «Почетный гражданин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в соответс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 наградах Челябинской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1 849,30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осуществлявшим 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номочия депутата Законодател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основе, в соответствии с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Челябинской области «Об утверждении Положения о порядке и условиях выплаты еж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основе»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34,10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осуществлявшим 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основе, в соответствии с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Челябинской области «Об утверждении Положения о порядке и условиях выплаты еж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основе» (Социальное обе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замещавшим отдел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государственные должности Челябинской области, в соответс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вии с постановлением Законод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об отдельных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должностях Челябинской области»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7,99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замещавшим отдел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государственные должности Челябинской области, в соответс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Законод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об отдельных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должностях Челябинской области» (Социальное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1 330,60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государственные должности Чел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в соответствии с постановлением Губернатора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пенсио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замеща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должностного лица Челябинской области, и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1 960,90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 гражданским служащим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и ежемеся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государственные должности Чел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в соответствии с постановлением Губернатора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пенсио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замеща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должностного лица Челябинской области, и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103 205,40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пособие вдове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домах, жилых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и на подводку к дому газопр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вода и установку внутридомового газового оборудования в соотве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«О дополнительных мерах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социальной поддержки отдельных категорий граждан в Челябинской области»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EB0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839,60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домах, жилых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и на подводку к дому газопр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вода и установку внутридомового газового оборудования в соотве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дополнительных мерах социальной поддержки отдельных категорий граждан в Челябинской области» (Социальное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(достигших пенсионного во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раста) военнослужащих, погибших (умерших) при исполнении об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службы, в соответствии с 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социальном обеспечении родит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военнослужащих, погибших (умерших) при исполнении об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службы» (Социальное обесп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социальной поддержки по оплате проезда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ок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мер социальной поддержки которым осуществляется за счет средств федерального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Дополнительные меры социальной поддержки по оплате проезда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ок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мер социальной поддержки которым осуществляется за счет средств федерального бюджета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140 501,20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осуществляющим уход за 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 пожилого возраста и инвал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 на основании договора о приемной семье для граждан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жилого возраста и инвалидов, в соответствии с Законом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организации деятельности приемных семей для граждан пожилого возраста и 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на территории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осуществляющим уход за 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 пожилого возраста и инвал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 на основании договора о приемной семье для граждан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жилого возраста и инвалидов, в соответствии с Законом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организации деятельности приемных семей для граждан пожилого возраста и 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на территории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граждан, ведущих сад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водство, огородничество и дачное хозяйство (Социальное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тям умерших участников ликв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последствий катастрофы на Чернобыльской АЭС, детям, стр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Теча, в соответс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Губернат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Челябинской области «Об уст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ежегодной денежной выплаты детям умерших участн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последствий кат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их родителей, дедушек, 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сбросов ради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активных отходов в реку Теча в Челябинской области» (Закупка товаров, работ и услуг для обесп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 умерших участников ликв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последствий катастрофы на Чернобыльской АЭС, детям, стр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Теча, в соответс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Губернат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Челябинской области «Об уст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ежегодной денежной выплаты детям умерших участн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последствий кат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строфы на Чернобыльской АЭС детям, страдающим заболевани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их родителей, дедушек, 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сбросов ради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активных отходов в реку Теча в Челябинской области» (Социал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установленных Федерал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 от 12 января 1995 года № 5-ФЗ «О ветеранах»,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Указом Президента Российской Федерации от 7 мая 2008 года № 714 «Об обеспечении жильем ветеранов Великой Отеч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войны 1941–1945 годов»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93 633,70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установленных федерал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законами от 12 января 1995 года № 5-ФЗ «О ветеранах» и от 24 ноября 1995 года № 181-ФЗ «О социальной защите инвалидов в Российской Федерации» (Соц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34 005,90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единовременного пособия и ежемесячной денежной компенсации гражданам при во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никновении поствакцинальных осложнений в соответствии с Ф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деральным законом от 17 сентября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1998 года № 157-ФЗ «Об иммун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профилактике инфекционных 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12 285,00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гражданам, нах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дящимся в трудной жизненной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(Закупка товаров, работ и услуг для обеспечения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гражданам, нах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дящимся в трудной жизненной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1 016 271,42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престарелых и инвалидов (Предоставление су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сидий бюджетным, автономным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CF165B" w:rsidP="00CF1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0051" w:rsidRDefault="00EB0051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950 147,92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обучению инвал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(Предоставление субсидий бюджетным, автономным учре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51 019,20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(Предоставл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15 104,30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11 916,00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9 716,00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1 270,40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(Иные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1 270,40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6 461,70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4 625,60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циальное обеспечение и иные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1 836,10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55 800,68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(Расходы на выплаты персоналу в целях обе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45 633,38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10 151,00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(Иные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«Дети Ю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Урала»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6 585 001,90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6 184 043,10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находящихся в муниципальных организациях для детей-сирот и детей, оставшихся без попечения родителей (Ме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1 570 753,90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жилых помещений за счет средств областного бюджета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(Межбюджетные тран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306 887,00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по уходу за ребенком в возрасте от полутора до трех лет в соответствии с Зак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ежемесячном пособии по уходу за ребенком в возрасте от полутора до трех лет»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125 953,30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на ребенка в соответствии с Законом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ежемесячном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собии на ребенка» (Межбюдже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927 690,20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пособия при рождении ребенка в соответствии с Законом Челябинской области «Об облас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единовременном пособии при рождении ребенка» (Межбюдже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куна и приемной семье, а также вознаграждение, причитающееся приемному родителю, в соотве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тавшихся без попечения родит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(Межбюджетные трансфе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813 123,40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на оплату жилья и коммунальных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многодетной семье в соотве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статусе и дополнител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многодетной семьи в Челябинской области» (Межбюджетные тран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попеч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тельству (Межбюджетные тран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шеннолетних, самовольно уше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из семей, организаций для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родителей, образов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иных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приемным семьям по договорам найма специализ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жилых помещений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(Межбюджетные тран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лых помещений детям-сиротам и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детям, оставшимся без попечения родителей, лицам из их числа по договорам найма специализир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жилых помещений (Ме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108 152,50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полномочий физич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 81-ФЗ «О 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</w:t>
            </w:r>
            <w:r w:rsidR="00CF16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пособиях гражданам, имеющим детей»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1 895 705,70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жилых помещений за счет средств областного бюджета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R0820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47 255,20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168 518,20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с Законом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тающемся приемному родителю, и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Материнский (семейный) капитал в соответствии с Законом Чел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дополнител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семей, имеющих детей, в Чел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обеспечение и иные выплаты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на приобретение жилых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для детей-сирот, детей, оставшихся без попечения родит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усыновленных жителями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в соответствии с Законом Челябинской области «О мерах социальной поддержки детей-сирот и детей, оставшихся без попечения родителей, возн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приемной семье» (С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усыновивших, взявших под опеку (попечительство) или в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емную семью детей из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для детей-сирот, не явля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новременного пособия при всех формах устройства детей, лише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родительского попечения, в семью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CF1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25 439,20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новременного пособия береме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жене военнослужащего,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ходящего военную службу по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зыву, а также ежемесячного пос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 на ребенка военнослужащего, проходящего военную службу по призыву, в соответствии с Фед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ральным законом от 19 мая 1995 года № 81-ФЗ «О государственных пособиях гражданам, имеющим детей»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34 798,00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полномочий физич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 81-ФЗ «О 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</w:t>
            </w:r>
            <w:r w:rsidR="00591F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пособиях гражданам, имеющим детей» (Социальное обеспечение и иные выплаты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232 440,60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Санаторно-курортное оздоровл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(лечение) детей (Социальное обеспечение и иные выплаты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исполнительной власти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«Доступная среда» на 2016–2020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2 694,00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тельности инвалидов и других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Челябинской области (Межбю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тельности инвалидов и других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Челябинской области (Межбю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тельности инвалидов и других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Челябинской области (Межбю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AB" w:rsidRDefault="00263DAB" w:rsidP="00263D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беспечение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беспрепятственного</w:t>
            </w:r>
          </w:p>
          <w:p w:rsidR="007F727F" w:rsidRPr="007F727F" w:rsidRDefault="00263DAB" w:rsidP="00263D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доступа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социальной сфере 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(Межбюдже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CF1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7 306,00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1 462,00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AB" w:rsidRDefault="00263DAB" w:rsidP="00263D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беспечение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беспрепятственного</w:t>
            </w:r>
          </w:p>
          <w:p w:rsidR="007F727F" w:rsidRPr="007F727F" w:rsidRDefault="00263DAB" w:rsidP="00263D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доступа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социальной сфере 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(Закупка тов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ров, работ и услуг для </w:t>
            </w:r>
            <w:proofErr w:type="spellStart"/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</w:t>
            </w:r>
            <w:proofErr w:type="spellEnd"/>
            <w:r w:rsidR="00835C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0 07 R0270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06E" w:rsidRDefault="0078206E" w:rsidP="00782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беспечение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беспрепятственного</w:t>
            </w:r>
          </w:p>
          <w:p w:rsidR="0078206E" w:rsidRDefault="0078206E" w:rsidP="00782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доступа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услу-гам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социальной сфере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</w:t>
            </w:r>
            <w:r w:rsidR="003911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жетным,  </w:t>
            </w:r>
            <w:r w:rsidR="007F727F" w:rsidRPr="0078206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автономным </w:t>
            </w:r>
            <w:r w:rsidR="003911B2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    </w:t>
            </w:r>
            <w:r w:rsidR="007F727F" w:rsidRPr="0078206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учреждениям</w:t>
            </w:r>
            <w:r w:rsidR="003911B2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    </w:t>
            </w:r>
            <w:r w:rsidR="007F727F" w:rsidRPr="0078206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и</w:t>
            </w:r>
          </w:p>
          <w:p w:rsidR="007F727F" w:rsidRPr="007F727F" w:rsidRDefault="007F727F" w:rsidP="00782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иным некоммерческим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06E" w:rsidRDefault="0078206E" w:rsidP="00782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беспечение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беспрепятственного</w:t>
            </w:r>
          </w:p>
          <w:p w:rsidR="007F727F" w:rsidRPr="007F727F" w:rsidRDefault="0078206E" w:rsidP="00782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доступа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социальной сфере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</w:t>
            </w:r>
            <w:r w:rsidR="003911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</w:t>
            </w:r>
            <w:proofErr w:type="spellEnd"/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субсидий бюджетным, автономным</w:t>
            </w:r>
            <w:r w:rsidR="003911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учреждениям </w:t>
            </w:r>
            <w:r w:rsidR="003911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 иным некоммерческим организ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рованных некоммерческих о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ганизаций Челябинской обла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10 407,30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10 407,30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финансовой поддержки социально ориентированным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организациям, осуществляющим деятельность по социальной поддержке и защите граждан (Предоставление субс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06E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финансовой поддержки социально ориентированным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коммерческим организациям, осуществляющим деятельность по социальной </w:t>
            </w:r>
            <w:r w:rsidR="003911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поддержке</w:t>
            </w:r>
            <w:r w:rsidR="006854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r w:rsidR="006854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защите </w:t>
            </w:r>
          </w:p>
          <w:p w:rsidR="0078206E" w:rsidRDefault="0078206E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 (Предоставление субс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1B2" w:rsidRDefault="003911B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1B2" w:rsidRDefault="003911B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1B2" w:rsidRDefault="003911B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11B2" w:rsidRDefault="003911B2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11B2" w:rsidRDefault="003911B2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деятельность которых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правлена на развитие физической культуры и спорта (Предоставл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«Управление государственными финансами и государственным долгом Чел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 на 2016 год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10 419 303,70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и обеспечение бюджетного процесса и развитие информационных 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управления финансами в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53 376,90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53 376,90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5 095,70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48 281,20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долгом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2 288 968,30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ственному долгу (Обслуживание государственного (муниципальн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го) долга)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2 276 798,10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12 170,20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12 170,20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«Выравнивание бюджетной обеспеченности мун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2 664 981,70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331 368,00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городским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селениям за счет средств облас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100 144,00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сельским пос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лениям за счет средств областного бюджета (Межбюджетные тран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164 385,00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внутригоро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районам за счет средств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(Межбюдже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66 839,00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поселений (Межбю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391 549,00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печенности муниципальных 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онов (городских округов, горо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округов с внутригородским делением)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CF1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1 942 064,70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«Поддержка ус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лий органов местного самоупра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по обеспечению сбаланс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рованности местных бюджетов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5 411 976,80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4 014 292,20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Частичное финансирование расх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выплату заработной платы работникам органов местного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4 014 292,20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1 397 684,60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сбалансированности местных бюджетов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1 397 684,60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«Содействие созданию в Челябинской обла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(исходя из прогнозируемой потребности) новых мест в о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щеобразовательных организ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циях» на 2016–2025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700 000,00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700 000,00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новых мест в общеобр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расп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на территории Чел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(выкуп) зданий для размещения общеобразовательных организаций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11 0 01 09900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архивного дела в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48 726,20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приема и обеспечение сохранн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принятых на государственное хранение в государственный и 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ниципальные архивы Челябинской области архивных документов в 2016–2018 годах»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37 056,20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использ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и хранение архивных док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ментов, отнесенных к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собственности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20 215,30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Объединенный государственный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архив Челябинской области (Пр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20 215,30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12 357,60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8 327,60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«Использование документов Архивного фонда Ро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других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хивных документов, хранящихся в государственном и муниципал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архивах Челябинской обла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в 2016–2018 годах»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11 670,00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11 670,00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11 670,00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«Реализация государственной национальной политики и сохранение духо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традиций народов Челяби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2014–2017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«Обеспеч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доступным и комфортным жильем граждан Российской Федерации» в Челябинской о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655 330,94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132 566,56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20 366,56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риального планирования, град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строительного зонирования и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кументации по планировке терр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 муниципальных образов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Челябинской области (Ме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проектно-сметной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кументации сетей инженерно-технического обеспечения тур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стического кластера «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Синегорье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14 1 01 01220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20 034,36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схемы территориал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планирования Челябинской области (Закупка товаров, работ и услуг для обеспечения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14 1 07 01230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объектов комм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нальной инфраструктуры (Кап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«Модернизация объектов коммунальной инфр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сетей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ремонт и строител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котельных, систем водосна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водоотведения, систем электроснабжения, теплоснабж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включая центральные тепл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пункты, в том числе проектно-изыскательские работы (Ме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переселению граждан из жили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фонда, признанного непр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помещений для осущест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мероприятий по пересел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из жилищного фо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да, признанного непригодным для проживания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дым семьям государственной 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для улучшения жилищных условий»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106 988,98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106 988,98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A26BE7" w:rsidP="00A26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6BE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Предоставление молодым семьям –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участникам подпрограммы допо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социальных выплат при рождении (усыновлении) о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ребенка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подпр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«Обеспечение жильем 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лодых семей» федеральной цел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программы «Жилище» на 2015–2020 годы государственной программы Российской Федер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«Обеспечение доступным и комфортным жильем и комм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нальными услугами граждан Ро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(Межбю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14 4 01 50200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56 988,98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A26BE7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3CB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Предоставление молодым семьям</w:t>
            </w:r>
            <w:r w:rsidR="002D3CBB" w:rsidRPr="002D3CB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2D3CB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участникам подпрограммы соц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альных выплат на приобретение жилого помещения </w:t>
            </w:r>
            <w:proofErr w:type="spellStart"/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строительство индивидуал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жилого дома </w:t>
            </w:r>
            <w:proofErr w:type="spellStart"/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ипотечного жилищного кредит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соц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альных выплат для погашения части затрат по жилищным кред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(займам), взятым на приобр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«Капитал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ное строительство в Челяби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2014–2017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1 435 846,60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781 931,80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транспортной инфраструктуры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137 488,00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 (Межбюджетные тран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653 914,80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(Капитальные влож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62 512,00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498 869,70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 (К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питальные вложения в объекты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CF165B" w:rsidP="00CF1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="007F727F"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32 533,10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«Чистая в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да» на территории Челябинской области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57 791,50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модернизация, 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конструкция и капитальный 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объектов систем водосна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 и очистки сточных вод, а также очистных сооружений канализации (Ме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«Энергосб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режение и повышение энергет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ческой эффективности»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энергетической э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объектов комм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хозяйства и систем 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женерной инфраструктуры в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учреждениях Чел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дорожного хозяйства в Челяби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2015–2022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10 225 205,40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софинансирования расходных обязательств, возникающих при выполнении полномочий органов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1 453 197,14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местного зн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(Межбюджетные трансфе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1 078 197,14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1 578 252,33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965 187,07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реги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программ в сфере доро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хозяйства, включая проекты, реализуемые с применением 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ханизмов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государственно-частно</w:t>
            </w:r>
            <w:proofErr w:type="spellEnd"/>
            <w:r w:rsidR="00591F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партнерства</w:t>
            </w:r>
            <w:r w:rsidR="00822A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и строительство, реконструкция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ремонт уникал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искусственных дорожных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по решениям Прав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18 0 09 54200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613 065,26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региональн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7 115 777,53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18 0 11 00120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4 481 726,50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Ремонт автомобильных дорог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1 722 620,69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автомобил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общего пользования 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или межмуниципал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911 430,34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77 912,60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(Расходы на выплаты персоналу в целях обе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56 561,30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21 060,30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«Обеспеч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общественного порядка и противодействие преступности в Челябинской области» на 2016–2018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462 791,00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«Обеспечение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безопасности граждан на террит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жизни и здоровья граждан, их законных прав на безопасные условия движения на дорогах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457 584,80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(Предоставл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травматологических центров современными средств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транспортной иммобилизации пострадавших в дорожно-транспортных происшествиях (З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купка товаров, работ и услуг для обеспечения государственных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CF1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19 2 07 01490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CF1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CF165B" w:rsidP="00CF1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       </w:t>
            </w:r>
            <w:r w:rsidR="007F727F"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410 684,80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систем аппаратно-программного 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«Безопасный город» в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(Предоставл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410 684,80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«Противодействие распространению наркомании на территории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2 145,90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2 145,90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«Допризывная 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молодежи в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техническим и военно-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прикладным видам спорта (Расх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«Государственная поддержка развития российского казачества на территории Чел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казачества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1 771 564,01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046023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046023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Подпрограмма «Развитие физ</w:t>
            </w:r>
            <w:r w:rsidRPr="00046023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046023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046023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046023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1 216 779,63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BE2D2E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</w:pPr>
            <w:r w:rsidRPr="00BE2D2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BE2D2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д</w:t>
            </w:r>
            <w:r w:rsidRPr="00BE2D2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ных обязательств, возникающих при выполнении полномочий органов местного самоуправл</w:t>
            </w:r>
            <w:r w:rsidRPr="00BE2D2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е</w:t>
            </w:r>
            <w:r w:rsidRPr="00BE2D2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ния по вопросам местного зн</w:t>
            </w:r>
            <w:r w:rsidRPr="00BE2D2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а</w:t>
            </w:r>
            <w:r w:rsidRPr="00BE2D2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1 078 224,02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этапному внедрению Всеросси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роне» (ГТО)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20 1 01 51270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2 220,90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BE2D2E" w:rsidRDefault="007F727F" w:rsidP="00BE2D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BE2D2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Финансовое обеспечение мер</w:t>
            </w:r>
            <w:r w:rsidRPr="00BE2D2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BE2D2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приятий федеральной целевой </w:t>
            </w:r>
            <w:r w:rsidRPr="00BE2D2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lastRenderedPageBreak/>
              <w:t>программы «Развитие физич</w:t>
            </w:r>
            <w:r w:rsidRPr="00BE2D2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BE2D2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ской культуры и спорта в Ро</w:t>
            </w:r>
            <w:r w:rsidRPr="00BE2D2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</w:t>
            </w:r>
            <w:r w:rsidRPr="00BE2D2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сийской Федерации на</w:t>
            </w:r>
            <w:r w:rsidR="00BE2D2E" w:rsidRPr="00BE2D2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E2D2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2016–2020 годы» (Межбюджетные тран</w:t>
            </w:r>
            <w:r w:rsidRPr="00BE2D2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</w:t>
            </w:r>
            <w:r w:rsidRPr="00BE2D2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D2E" w:rsidRDefault="00BE2D2E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20 1 01 54950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D2E" w:rsidRDefault="00BE2D2E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D2E" w:rsidRDefault="00BE2D2E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D2E" w:rsidRDefault="00BE2D2E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165B" w:rsidRDefault="00CF165B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2D2E" w:rsidRDefault="00BE2D2E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11 357,50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93 330,62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04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этапному</w:t>
            </w:r>
            <w:r w:rsidR="001A0C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внедрению</w:t>
            </w:r>
            <w:r w:rsidR="00BE2D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Всерос</w:t>
            </w:r>
            <w:proofErr w:type="spellEnd"/>
            <w:r w:rsidR="003836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1A0C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сийского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физкультурно-</w:t>
            </w:r>
            <w:r w:rsidR="003836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портив</w:t>
            </w:r>
            <w:r w:rsidR="00046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комплекса</w:t>
            </w:r>
            <w:r w:rsidR="003836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«Готов к</w:t>
            </w:r>
            <w:r w:rsidR="003836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труду и обороне»</w:t>
            </w:r>
            <w:r w:rsidR="003836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(ГТО)</w:t>
            </w:r>
            <w:r w:rsidR="003836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 счет средств областного</w:t>
            </w:r>
            <w:r w:rsidR="003836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бюджета (Межбю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</w:t>
            </w:r>
            <w:r w:rsidR="001A0C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6854E2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комплектов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ис-кус</w:t>
            </w:r>
            <w:r w:rsidR="001A0C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твенных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покрытий для фу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больных полей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138 555,61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935,00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04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ты персоналу в целях обеспечения выполнения функций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</w:t>
            </w:r>
            <w:r w:rsidR="001A0C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9 853,80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72 027,20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3 080,20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1 430,03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в сфере ф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«фигурное катание на коньках» в Челябинской области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9 766,61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«сноуборд» в Челябинской обла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17 317,77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22 350,47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софинансирования расходных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17 239,47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8 476,80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2 593,97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лях обеспечения выполнения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 государственными (м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«Ведомственная целевая программа «Совершенс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вование системы управления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подведомственными Министерству по физической культуре и спорту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520 011,31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373 922,41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331 418,81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8 201,00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4 451,00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проектированию и проведению государственной экспертизы проектной документ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строительству спортивного объекта (Предоставление субс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и иным некоммерч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137 868,30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(Расходы на выплаты персоналу в целях обеспечения выполнения функций государственными (м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126 374,11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11 494,19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12 422,60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8 622,60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финансовой поддержки спортивных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осуществляющих подготовку спортивного резерва для сборных команд Российской Федерации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6 122,60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финансовой поддержки спортивных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осуществляющих подготовку спортивного резерва для сборных команд Российской Федерации за счет средств областного бюджета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«Повышение эффективности реализации м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лодежной политики в Челяби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49 604,50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с детьми и молодежью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30 988,10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государстве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молодежной политики (Пр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27 613,10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3 116,40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для детей и молодежи (Предоставление субсидий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3 116,40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мероприятий,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правленных на содействие разв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молодежного предприним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(Предоставление субс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R0640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«Улучшение условий и охраны труда в Чел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225,00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условий и охраны труда в целях снижения профе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рисков работников в организациях в Челябинской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«Дополн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тельные мероприятия в сфере занятости населения, напра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ленные на снижение напряже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ности на рынке труда Челяби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в 2016 году»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39 100,00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Дополнительные мероприятия в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сфере занятости населения,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правленные на снижение напр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женности на рынке труда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 07 R4700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«Оказание содействия добровольному пер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селению в Челябинскую область соотечественников, прожива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ю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щих за рубежом,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16 686,30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16 686,30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соотечественников в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лябинскую область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1 279,30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соотечественников в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лябинскую область (Социальное обеспечение и иные выплаты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15 407,00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«Защита н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селения и территории от чре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вычайных ситуаций, обеспеч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пожарной безопасности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624 546,00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 в части со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дания условий для организации добровольной пожарной охраны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низаций, земельного и транспор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5 787,00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защите населения и территории от чрезвычайных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(Иные бюджетные ассигнов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1 670,80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3 434,20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614 759,00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(Расходы на выплаты персон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(муниципальными) органами, 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52 686,50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17 834,24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(Иные бюджетные ассигнов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131,06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(Расходы на выпл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372 422,00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противопожарной безопасности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71 770,30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 (Расх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83 856,20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 (Заку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15 803,90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«Охрана о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67 206,75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«Преодоление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следствий радиационных аварий на производственном объединении «Маяк» и обеспечение радиацио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Челябинской области»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14 114,05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10 774,05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объектов инжене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 дорожной инфраструктуры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9 774,05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Изъятие земельных участков в границах населенных пунктов для муниципальных нужд (Межбю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26 1 01 63200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3 340,00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мониторинга ради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обстановки на террит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риях, подвергшихся радиоакти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загрязнению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3 340,00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обращения с отходами произво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потребления на территории Челябинской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территориальной сх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обращения с отходами, в том числе с твердыми коммунальными отходами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загрязнения окружа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среды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14 090,00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14 090,00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14 090,00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особо охраняемых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родных территорий регионального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29 502,70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29 182,30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(Расходы на выплаты персоналу в целях обеспечения выполнения функций государственными (м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26 289,40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2 864,40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«Экономич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ское развитие и инновационная экономика Челябинской обла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 на 2016–2018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1 894 948,71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и 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малого и среднего предпр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в Челябинской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60 975,20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развитию малого и среднего предпринимательства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08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085F60" w:rsidP="0008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        </w:t>
            </w:r>
            <w:r w:rsidR="007F727F"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Информационная поддержка субъектов малого и среднего предпринимательства, пропаганда и популяризация предприним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тельской деятельности (Закупка товаров, работ и услуг для обесп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бизнес-инкубаторов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начинающих предпринимателей (Предоставление субсидий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государственную поддержку малого и среднего предпринимательства, включая крестьянские (фермерские) хозя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за счет средств областного бюджета (Предоставление субс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государственную поддержку малого и среднего предпринимательства, включая крестьянские (фермерские) хозя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ства, за счет средств областного бюджета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Челябинской обла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204 200,00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регионального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интернет-портала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«Промышленность» (З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27 2 04 13590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Государственный фонд развития промышленности Челябинской области (Предоставление субс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60 200,00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виде имущественного взноса автономной некоммерч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«Центр класте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развития Челябинской обла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(Предоставление субсидий бюджетным, автономным учре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окру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этапов конкурса «Славим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ловека труда!» Уральского фед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27 2 55 13570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2 200,00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– субъектам деятельности в сфере промышленности по возмещению части затрат на реализацию инв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стиционных проектов по модерн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и развитию промышленных предприятий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R4870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развития экономики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1 551 759,81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41 759,81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«Агентство 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ждународного сотрудничества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9 968,31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для организаций народного хозяйства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27 3 04 61800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«Агентство 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вестиционного развития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области» (Предоставление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085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«Ведомственная целевая программа «Совершенс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вование государственного страт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управления»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78 013,70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78 006,80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67 108,50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4 761,50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 (Закупка товаров, работ и услуг для обесп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лябинской области «Воспрои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водство и использование пр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60 618,10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водох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комплекса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2014–2017 годах»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38 533,70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Предупреждение чрезвычайных ситуаций, обусловленных нег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тивным воздействием вод (Ме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проектов зон санита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охраны источников водосна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и водопроводов питьевого назначения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гидротехнических сооруж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целях обеспечения безопа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гидротехнических сооруж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водных отнош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«Геологическое изучение недр и развитие мин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рально-сырьевой базы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поисковых и оцено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работ на общераспростране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полезные ископаемые на те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ритории Челябинской области (З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Охрана и использование животн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мира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20 638,40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18 638,40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первой статьи 6 Федерального закона от 24 апр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1995 года № 52-ФЗ «О живо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мире» полномочий Росси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объектов живо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мира (за исключением охо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и водных биол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ресурсов)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ключению охотхозяйственных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085F60" w:rsidP="00085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08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085F60" w:rsidP="0008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7F727F"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13 780,50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ключению охотхозяйственных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4 335,30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ключению охотхозяйственных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085F60" w:rsidP="00085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085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085F60" w:rsidP="00085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085F60" w:rsidP="0008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        </w:t>
            </w:r>
            <w:r w:rsidR="007F727F"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(за исключением полномочий Российской Федер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федеральному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охотничьему надзору, выдаче разрешений на добычу охотничьих ресурсов и заключ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охотхозяйственных соглаш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ний) (Закупка товаров, работ и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Планирование территориального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охотустройства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329 671,18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и других результатов космической деятельности в инт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ресах социально-экономического и инновационного развития Чел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1 736,00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1 736,00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(Закупка товаров, 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1 169,60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(Предоставление су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566,40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технологий в 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повышения качества жизни населения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7 145,57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7 145,57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Автоматизация процессов оказ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органами исполнительной власти Челябинской области и подведомственными им учрежд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государственных услуг в электронной форме, а также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ими документов и сведений, необходимых для оказ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услуг, с 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инфраструктуры электронного правительства в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 (Закупка товаров, 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3 145,57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расходов на поддержку региональных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в сфере информационных технологий (автоматизация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цессов оказания органами испо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="005C6F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нительной власти </w:t>
            </w:r>
            <w:r w:rsidR="00046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Челябинской области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 подведомственными им учреждениями государственных услуг в электронной форме, а 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 предоставления ими докуме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сведений, необходимых для оказания государственных услуг, с использованием инфраструктуры электронного правительства в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систем) (Закупка товаров, </w:t>
            </w:r>
            <w:r w:rsidRPr="005C6FA3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р</w:t>
            </w:r>
            <w:r w:rsidRPr="005C6FA3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а</w:t>
            </w:r>
            <w:r w:rsidRPr="005C6FA3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бот и услуг для обеспечения госуда</w:t>
            </w:r>
            <w:r w:rsidRPr="005C6FA3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р</w:t>
            </w:r>
            <w:r w:rsidRPr="005C6FA3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ственных</w:t>
            </w:r>
            <w:r w:rsidR="005C6FA3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 xml:space="preserve">  </w:t>
            </w:r>
            <w:r w:rsidRPr="005C6FA3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 xml:space="preserve"> (муниципальных) </w:t>
            </w:r>
            <w:r w:rsidR="005C6FA3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 xml:space="preserve">   </w:t>
            </w:r>
            <w:r w:rsidRPr="005C6FA3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30 2 04 50281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101 117,80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101 117,80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автоматизированной системы «Правосудие» в деятельности 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юстиции Челябинской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внедрение единой 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системы в сфере социальной защиты населения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информационных 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планирования, учета, монит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ринга и анализа эффективности государственных программ Чел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системы мониторинга и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анализа показателей социально-экономического развития Чел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расходов на поддержку региональных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в сфере информационных технологий (модернизация ведо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систем в сфере образ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Челябинской области с 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лью обеспечения интеграции с ф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деральной межведомственной 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темой учета контингента обуча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по основным образовател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и дополнител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общеобразовательным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граммам)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30 3 04 50282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 расходов на поддержку региональных прое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сфере информационных те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нологий (модернизация ведомс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систем в сфере образов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с целью обеспечения интеграции с фед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ральной межведомственной 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темой учета контингента обуча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по основным образовател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и дополнител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общеобразовательным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граммам)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R0282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3 115,00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эк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плуатация информационных 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и инфраструктуры электро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правительства в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127 979,84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75 142,10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единой телекоммуник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системы органов испо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(Закупка товаров, работ и услуг для обеспечения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инфо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мационно-коммуникационной 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органов исполн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Челябинской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12 467,10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центров обработки 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исполнительной вл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 (Закупка товаров, работ и услуг для обесп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60 075,00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 расходов на поддержку региональных прое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сфере информационных те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нологий (автоматизация процессов оказания органами исполнител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</w:t>
            </w:r>
            <w:r w:rsidR="005C6F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подведомственными им учрежд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государственных услуг в электронной форме, а также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ими документов и сведений, необходимых для оказ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услуг, с 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инфраструктуры электронного правительства в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систем) (Закупка товаров, 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бот </w:t>
            </w:r>
            <w:r w:rsidRPr="005C6FA3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и услуг для обеспечения госуда</w:t>
            </w:r>
            <w:r w:rsidRPr="005C6FA3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р</w:t>
            </w:r>
            <w:r w:rsidRPr="005C6FA3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R0281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52 837,74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Учреждения, осуществляющие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функции в сфере навигационно-информационных технологий (Предоставление субсидий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52 837,74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базовой инфраструктуры информационн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общества и преодоление выс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кого уровня различия в использ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информационных технол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между различными слоями общества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V конференции «И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формационные технологии на службе оборонно-промышленного комплекса» и форума по развитию информационного общества и формированию электронного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резервирования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числительных мощностей в части хранения данных и вспомогател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серверов, используемых при управлении общественными ф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нансами (Закупка товаров, работ и услуг для обеспечения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«Информационная безопасность и техническая защ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26 691,97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26 691,97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Аттестация (переаттестация) об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информатизации органов исполнительной власти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Эксплуатация защищенных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домственных сетей и сервисов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исполнительной власти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16 496,97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защищенных ведомс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сетей и сервисов органов исполнительной власти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8 755,00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4 301 076,46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расли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растениеводства, перер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и реализации продукции растениеводства»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1 171 597,40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1 171 597,40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минерал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удобрений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сельскох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техники (Иные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там (займам) на развитие раст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ниеводства, переработки и реал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продукции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112 050,80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процентной ставки по инвестиционным кред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 на развитие раст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ниеводства, переработки и разв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инфраструктуры и логистич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обеспечения рынков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дукции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277 749,20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хозяйственных товаропроизвод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на уплату страховой премии, начисленной по договору сельск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страхования в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52 684,00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несвязанной поддержки сельскохозяйственным товаропр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в области растени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(Иные бюджетные асси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431 675,70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несвязанной поддержки сельскохозяйственным товаропр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в области развития производства семенного картоф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и овощей открытого грунта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5 467,70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краткосро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растениеводства, переработки и реализации продукции раст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на 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растениеводства, перер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ботки и развитие инфраструктуры и логистического обеспечения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рынков продукции растениеводс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(Иные бюджетные ассигнов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78 950,00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затрат сельскохозяйственных 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варопроизводителей на уплату страховой премии, начисленной по договору сельскохозяйственн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страхования в области раст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сельскохозяйс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в области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до 50 процентов 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сельскохозяйственных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ропроизводителей на строительс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во, реконструкцию и техническое перевооружение мелиоративных систем общего и индивидуального пользования и отдельно распол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гидротехнических соор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жений, принадлежащих им на праве собственности или переда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им в пользование в устано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ленном порядке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R0760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сельскохозяйс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в области развития производства семенного картофеля и овощей открытого грунта (Иные 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овощ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открытого и защищенного грунта и семенного картофелево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юридическим лицам (за исключением субсидий областным государственным учреждениям),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индивидуальным предпринимат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прямых пон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сенных затрат на создание и 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дернизацию объектов тепличных комплексов, а также на приобр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техники и оборудования на цели предоставления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320 300,00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овощ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хранилищ и картофелехранилищ, а также на приобретение техники и оборудования на цели 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понесенных затрат на со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и модернизацию объектов тепличных комплексов, а также на приобретение техники и оборуд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на цели предоставления субсидии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пл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дела, селекции и семен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в Челябинской области в период 2016–2020 годов»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127 986,50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127 986,50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обретение элитных семян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23 487,20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животн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(Иные бюджетные асси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крупного рогатого скота мясного направл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(Иные бюджетные ассигнов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085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31 3 55 50500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11 995,70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племенного крупного рогатого скота молочного напра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(Иные бюджетные ассигн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17 961,80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прямых пон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сенных затрат на создание и 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дернизацию объектов селекцио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но-генетических центров в живо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новодстве и селекционно-семеноводческих центров в раст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ниеводстве, а также на приобрет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техники и оборудования на цели предоставления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9 530,00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приобретение элитных семян, семян высоких репроду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(Иные бюджетные ассигнов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животноводства (Иные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крупного рогатого скота мя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направления (Иные 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25 056,40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крупного рогатого скота 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лочного направления (Иные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20 943,60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селекц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онно-семеноводческих центров, а также на приобретение техники и оборудования на цели 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расли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животноводства, перерабо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реализации продукции 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вотноводства»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1 722 354,00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1 722 354,00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поддержку мясного скотоводства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1 килограмм реал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зованного и (или) отгруженного на собственную переработку молока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150 350,40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 на развитие живо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новодства, переработки и реализ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продукции животноводства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189 829,80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инвестиционным кред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 на развитие живо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новодства, переработки и развитие инфраструктуры и логистического обеспечения рынков продукции животноводства (Иные 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883 141,20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хозяйственных товаропроизвод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на уплату страховой премии, начисленной по договору сельск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страхования в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животноводства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14 592,40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 на развитие моло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скотоводства (Иные 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15 789,20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инвестиционным кред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(займам) на строительство и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реконструкцию объектов для 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лочного скотоводства (Иные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085F60" w:rsidP="00085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F727F"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F60" w:rsidRDefault="00085F60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10 272,00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на 1 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лограмм реализованного и (или) отгруженного на собственную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реработку молока (Иные 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краткосро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животноводства, переработки и реализации продукции животн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(Иные бюджетные асси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82 585,00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на 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животноводства, перерабо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развитие инфраструктуры и логистического обеспечения ры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продукции животноводства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148 280,00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сельскохозяйственных 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варопроизводителей на уплату страховой премии, начисленной по договору сельскохозяйственн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страхования в области живо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новодства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понесенных затрат на со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и модернизацию объектов животноводческих комплексов молочного направления (моло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ферм), а также на приобрет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техники и оборудования на цели предоставления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краткосро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тие молочного скотоводства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AB7" w:rsidRDefault="00B04AB7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инвестиц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на строительство и реконструкцию объектов для молочного скотово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(Иные бюджетные ассигнов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малых форм хозяйствования»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потребительским кооп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ративам субсидий на возмещение части затрат на реализацию мол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по сбору и доставке молока для переработки и реализации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начинающих фермеров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31 5 55 50530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33 772,00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семейных животново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ферм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31 5 55 50540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23 179,00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срочным и краткосрочным кред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там, взятым малыми формами х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зяйствования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44 987,20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грантов на созд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развитие крестьянского (фермерского) хозяйства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грантов на разв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семейных животноводческих ферм (Иные бюджетные ассигн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возмещение части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процентной ставки по долгосро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среднесрочным и кратк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срочным кредитам, взятым мал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формами хозяйствования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AB7" w:rsidRDefault="00B04AB7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13 830,00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това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(товарного 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боводства) в Челябинской области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сельск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хозяйственным товаропроизвод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части затрат на уплату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центов по кредитам, полученным в российских кредитных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циях, на развитие товарного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роводства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R4160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«Предупре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возникновения и распр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странения африканской чумы св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на территории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6 734,70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организацию работы лаборатории для исследований при проведении противоэпизоот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мероприятий против 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рантинных и особо опасных 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 животных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31 7 55 00000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AB7" w:rsidRDefault="00B04AB7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4AB7" w:rsidRDefault="00B04AB7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сел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товаропрои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на возмещение части затрат по выполнению меропри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тий, направленных на предупре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возникновения и распр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странения африканской чумы св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(Иные бюджетные ассигнов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55 R0460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сельских территорий в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412 978,66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фед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ральной целевой программы «У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тойчивое развитие сельских те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на 2014–2017 годы и на период до 2020 года» (Межбю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31 8 01 50180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газификации в населе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пунктах, расположенных в сельской местности (Межбюдже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7F727F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27F" w:rsidRPr="007F727F" w:rsidRDefault="007F727F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267 781,06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AC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фед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ральной целевой программы «У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тойчивое развитие сельских те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на 2014–2017 годы и на период до 2020 года» (Капитал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вложения в объекты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AC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31 8 09 50180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AC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AC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AC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AC3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119 606,50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автомобильных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рог, ведущих к общественно зн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чимым объектам сельских нас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пунктов, объектам прои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водства и переработки сельскох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продукции (Кап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148 174,56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Социальные выплаты на улучш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жилищных условий граждан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фед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ральной целевой программы «У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тойчивое развитие сельских те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на 2014–2017 годы и на период до 2020 года» (Социальное обеспечение и иные выплаты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31 8 15 50180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17 777,60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строител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(приобретение) жилья гра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проживающим в сельской местн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в том числе молодым семьям и молодым специалистам, прож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вающим и работающим на селе либо изъявившим желание пер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ехать на постоянное место 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сельскую местность и работать там (Социальное обесп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государственной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 «Развитие сельского хозяйства в Челябинской области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247 101,60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17 394,10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производства,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правленные на улучшение общих условий функционирования сел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хозяйства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17 394,10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области ветеринарии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кредитования перер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продукции растениеводства и животноводства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124 555,40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124 555,40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 на переработку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дукции растениеводства и живо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новодства в области развития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тово-распределительных центров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60 485,40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краткосро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перер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ботку продукции растениеводства и животноводства в области 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оптово-распределительных центров (Иные бюджетные асси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64 070,00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лесного хозяйства Челябинской области»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322 672,10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43 465,10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B04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отдельных полн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(Расходы на выплаты персоналу в целях обе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26 419,00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(Закупка 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6 574,80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(Иные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266 769,90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бюджетным, автономным учре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215 226,00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отношений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51 543,90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12 389,20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специализирова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и об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(Предоставление су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10 989,20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 расходов на приобретение специализирова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и об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(Предоставление су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«Оптимиз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шение эффективности их обе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печения»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29 350,00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гражданской службы Челябинской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 реализация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заказа на дополн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тельное профессиональное обр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государственных гра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данских служащих Челябинской области (Закупка товаров, работ и услуг для обеспечения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Внедрение автоматизированной системы, обеспечивающей де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кадровых служб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серверного обор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дования для обеспечения фун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ционирования системы,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вающей деятельность кадровых служб органов государственной власти Челябинской области (З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«Профессионал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резерва управле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кадров Челябинской обла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образование лиц, состоящих в резерве управленческих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Научно-практические конфере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тематические семинары, круглые столы, тренинги, совещ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 службы в Челябинской области»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общегосударственного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34 3 04 00000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Повышение квалификации (об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чение) муниципальных служащих и лиц, замещающих муниципал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должности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 использование 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формационно-аналитической 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сбора и свода отчетности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противодействия коррупции в Челябинской области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проведения социол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опросов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журналистских конкурсов на лучшее освещение вопросов противодействия коррупции и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тивную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антикоррупционную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зицию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барьеров, оптим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и повышение качества 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многофункциональных центров предоставления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и муниципальных услуг, в Челябинской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софинансирования расходных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оснащение мног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 в мун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образованиях Чел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Обучение сотрудников мног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центров, в том числе стажировка в органах,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и муниципальные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луги которых предоставляются в многофункциональных центрах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сопровождение тип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автоматизированной инфо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мационной системы «Многофун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циональный центр предоставления государственных и муниципал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услуг» (Закупка товаров, 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Создание, развитие и сопровожд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единой региональной инфо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мационно-аналитической системы управления деятельностью мног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 (Заку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рования населения о чрезв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чайных ситуациях природного и техногенного характера на те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ритории Челябинской области» на 2015–2020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41 984,20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муниципальных систем оповещения и информирования населения о чрезвычайных ситу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(Межбюджетные трансфе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16 984,20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16 984,20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2 057 226,40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1 528 283,10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 (Закупка товаров, 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11 226,20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гражданам в соответствии с Законом Российской Федерации от 19 апреля 1991 года № 1032-1 «О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занятости населения в Российской Федерации» (Социальное обесп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1 517 056,90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54 794,40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 (Закупка 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38 850,80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 (Социальное обеспечение и иные выплаты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15 943,60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бюджету Пенсионного фонда Ро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37 0 13 00000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72 995,00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72 995,00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396 343,40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(Расходы на выплаты персоналу в целях обеспечения выполнения функций государственными (м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330 113,70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 занятости населения (Закупка товаров, работ и услуг для обеспечения государственных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37 0 99 00340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65 840,50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занятости населения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1 278 080,00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и развитие культурно-досуговой сферы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297 114,60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5 011,00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 книжных фондов библиотек муниципальных обр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и государственных 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лиотек городов Москвы и Санкт-Петербурга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1 196,00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общедоступных библиотек Российской Федерации к сети «Интернет» и развитие 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библиотечного дела с учетом задачи расширения информацио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и оцифровки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культ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работников муниципальных учреждений культуры, наход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на территориях сельских поселений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культуры и кинематографии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65 667,60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туры и кинематографии (Расходы на выплаты персоналу в целях обеспечения выполнения функций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государственными (муниципал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в сфере кул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(Закупка товаров, работ и услуг для обесп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5 278,50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(Социал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(Предо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59 139,10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117 384,10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34 416,20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Музеи и постоянные выставки (Предоставление субсидий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82 967,90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2 690,20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2 690,20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оплату жилых помещений, отопления и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освещения гражданам, работа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106 291,10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78 669,60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(Закупка товаров, 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27 611,50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театров и концертных организаций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520 665,90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520 665,90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концертные и др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гие организации исполнительских искусств (Предоставление субс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520 665,90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образования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374 750,00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363 655,60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Образовательные организации высшего образования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298 674,60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60 592,30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Учебно-методические кабинеты, централизованные бухгалтерии, группы хозяйственного обслуж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учебные фильмотеки, ме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школьные учебно-производствен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</w:t>
            </w:r>
            <w:proofErr w:type="spellEnd"/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комбинаты, логопедические пункты (Предоставление субсидий бюджетным, автономным учре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4 388,70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11 094,40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1 313,90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9 780,50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об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культурного наследия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35 656,50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4 776,00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AC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сохранению объектов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культурного наследия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находящихся в муниципальной собственности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38 4 01 74000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4 776,00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5 656,50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5 656,50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25 224,00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25 224,00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вну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реннего и въездного туризма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24 893,00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(Предо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5 083,00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5 083,00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риально-технической базы учре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культуры на 2015–2017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противопожарных и энергосбер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мероприятий в зданиях учреждений культуры, наход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муниципальной собс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(Межбюджетные тран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12 506,40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4 382,00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2 961,60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Энергосберегающие мероприятия (Предоставление субсидий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Областная адресная программа «Переселение в 2013–2017 годах граждан из аварийного жили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</w:t>
            </w: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фонда в городах и районах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1 183 466,34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1 183 466,34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этажного жилищного строительс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за счет средств Фонда содейс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 реформированию жилищно-коммунального хозяйства (Ме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683 466,34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этажного жилищного строительс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за счет средств областного бюджета (Межбюджетные тран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8 662 678,09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517 955,40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автотран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портных предприятий, связанных с предоставлением сезонных льгот пенсионерам-садоводам, пенси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нерам-огородникам на автом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бильном транспорте городских и пригородных сезонных (садовых) маршрутов (Межбюджетные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99 0 01 00010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B04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работы органов управления социальной защиты населения муниципальных обр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F72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249 404,30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административных 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миссий и определение перечня должностных лиц, уполномоче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правонарушен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в области охраны труда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учета на территориях, где отсутствуют военные комиссари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по составл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(изменению) списков канд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датов в присяжные заседатели ф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деральных судов общей юрисди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Российской Федерации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Всероссийской сел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скохозяйственной переписи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ектов Российской Федерации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проведения на те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 (Межбю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444,13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временному социал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торию Украины и находящихся в пунктах временного размещения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99 0 03 52240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444,13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3 370 870,59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(Иные бюджетные асси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75 219,39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области (Иные бюджетные асси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гара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тий, установленных Законом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Губернат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Челябинской области» (Соц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(Ра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ходы на выплаты персоналу в 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5 491,60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других обязательств государства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47,11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204 007,40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135 855,37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нами, казенными учреждениями,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B04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211 772,80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58 153,00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393 564,39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55 085,80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131 859,20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103 704,20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44 477,22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167 269,31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38 117,80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функций государственными органами (Расходы на выплаты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31 542,70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116 325,60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22 723,21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45 374,70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28 322,71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10 728,30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функций государственными органами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B04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1 846,20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35 899,14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7 593,83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8 250,99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17 353,20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2 833,40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22 040,74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13 865,50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48,00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3 466,90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13 448,60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1 415,89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(Социальное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(Социальное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774,70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10,80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7,10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66,80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законодательного (представительного) органа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субъекта Ро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(Расходы на выплаты персоналу в целях обе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сударственными внебюджетными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99 0 04 20900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B04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5 344,10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Депутаты (члены) законодател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 (Расходы на выплаты персоналу в целях обеспечения выполнения функций государственными (муниципал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21 910,90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Заместители высшего должнос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лица субъекта Российской Федерации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21 119,50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(Расходы на выплаты персоналу в целях обеспечения выполнения функций государственными (м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423 502,11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государственных функций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99 0 04 21500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B04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        </w:t>
            </w: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Члены избирательной комиссии субъектов Российской Федерации (Расходы на выплаты персоналу в целях обеспечения выполнения функций государственными (м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9 235,05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Челябинской области (Расходы на выплаты персоналу в целях обеспечения выполнения функций государственными (м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38 385,90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278 861,41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Заработная плата и начисления на выплаты по оплате труда работн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аппаратов мировых судей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работников, осуществляющих техническое обеспечение деятельности мир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Руководитель контрольно-счетной палаты субъекта Российской Ф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и его заместители (Расх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ды на выплаты персоналу в целях обеспечения выполнения функций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государственными (муниципал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5 049,40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Упо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моченного по правам ребенка в Челябинской области (Расходы на выплаты персоналу в целях обе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3 026,30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Упо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моченного по правам ребенка в Челябинской области (Закупка 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Упо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моченного по правам ребенка в Челябинской области (Социальное обеспечение и иные выплаты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1 087,50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Упо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моченного по правам ребенка в Челябинской области (Иные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(Расходы на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(муниципальными) органами, казенными учрежд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B04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B04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3 121,10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3 191,10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(Иные 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Уполномоченный по правам чел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в Челябинской области, Уполномоченный по правам 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 в Челябинской области, Уполномоченный по защите прав предпринимателей в Челябинской области (Расходы на выплаты пе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7 909,10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 (З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1 460,80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 (С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43 878,40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татов Государственной Думы и их помощников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3 429,46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деп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татов Государственной Думы и их помощников (Закупка товаров, 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785,00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членов Совета Федерации и их помощн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(Расходы на выплаты персон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(муниципальными) органами, 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584,57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первой статьи 6 Федерального закона от 24 апр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1995 года № 52-ФЗ «О живо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мире» полномочий Росси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орган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зации, регулирования и охраны водных биологических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173,60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16 293,30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21 577,00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9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истории и культуры) народов Российской Федерации» полном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 в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ношении объектов культурного наследия (Расходы на выплаты персоналу в целях обеспечения 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Оценка недвижимости, признание прав и регулирование отношений по государственной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37 312,19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1 197 187,17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обязательств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355 716,06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своевременной и полной выплаты заработной платы (Расходы на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удостоенным знака отл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«За заслуги перед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областью», в соответствии с Законом Челябинской области «О наградах Челябинской области»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знаком отличия Челябинской области «Материнская слава», в соответствии с Закон Челябинской области «О знаке отличия Чел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«Материнская слава» (Закупка товаров, работ и услуг для обеспечения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для многодетных матерей, награжде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 Челябинской области «О знаке отличия Чел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«Материнская слава»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 знаком отличия Чел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«Семейная до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доблесть»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 знаком отличия Чел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«Семейная до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доблесть» (Социальное обеспечение и иные выплаты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инвалидов технич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(Расходы на выплаты персоналу в целях обеспечения выполнения функций государственными (м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ниципальными) органами,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5A0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7 605,60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инвалидов технич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(Расходы на выплаты персоналу в целях обеспечения выполнения функций государственными (м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2 655,90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инвалидов технич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6 729,90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инвалидов технич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инвалидов технич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инвалидов технич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407 524,30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альной помощи отдельным кат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ратно (Закупка товаров, работ и услуг для обеспечения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453,60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государственной соц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помощи отдельным кат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ратно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103 190,70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Уставом (Осно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Законом) Челябинской обла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11 300,01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135 047,10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безопасности (Заку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(Иные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с правоохранительными и военными органами (Расходы на выплаты персоналу в целях обе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дениями, органами управления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29,53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области взаим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с правоохранительными и военными органами (Закупка 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3 105,47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рекультивации земельных участков, ранее зан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тых под битумохранилища (З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программы развития электроэнергетики (З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Аудит решений об установлении тарифов (Закупка товаров, работ и услуг для обеспечения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9 362,60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области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политики (Закупка тов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12 376,00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области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политики (Социальное обеспечение и иные выплаты 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94 229,00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безнадзо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правонарушений нес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симых Государств несовершенн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образовател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(Расходы на выплаты пе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безнадзо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правонарушений нес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симых Государств несовершенн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образовател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(Закупка товаров, работ и услуг для обеспечения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ственного задания на оказание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76 602,50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осуществляющие функции в сфере обеспечения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безопасности (Пр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32 511,30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осуществляющие функции в сфере средств массовой информации (Предоставление субсидий бюджетным, автоно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 областной фонд имущества (Предоставление су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жимом безопасного функционир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закрытых административно-территориальных образований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юридич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лицам, не являющимся гос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учреждениями и государственн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(муниципальными) унитарн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предприятиями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99 0 13 00000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Челябинской области в 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тавные (складочные) капиталы (Капитальные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99 0 13 00200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1 250 312,70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потерь в доходах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железнодорожного транспорта, возникающих всле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государственного регулир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тарифа на перевозки пасс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железнодорожным тран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портом в пригородном сообщении на территории Челябинской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147 573,00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оплату тр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адвокатов, оказывающих гра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помощи (Предо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2 791,00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 (Предоставление субсидий бю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телерадиокомпаниям и телерадиоорганизациям в целях возмещения части затрат в связи с производством и распространен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средств массовой информации в Челябинской области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странением печатных средств ма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в Челябинской области (Иные бюджетные асси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редакциям электронных средств массовой информации в целях возмещения затрат в связи с производством и распространен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электронных средств массовой информации в Челябинской 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временному социал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торию Украины и находящихся в пунктах временного размещения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99 0 55 52240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2 840,00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теплоснабжающих организ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(Иные бюджетные ассигнов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372 762,40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1 120,20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211,30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47 933,26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1 060,44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319 163,50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1 349,00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8 898,10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8 898,10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10 969,80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(Расходы на выплаты персоналу в целях обеспечения выполнения функций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9 224,10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1 734,20</w:t>
            </w:r>
          </w:p>
        </w:tc>
      </w:tr>
      <w:tr w:rsidR="00AC3FCC" w:rsidRPr="007F727F" w:rsidTr="008451BD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CC" w:rsidRPr="007F727F" w:rsidRDefault="00AC3FCC" w:rsidP="007F7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0B438B" w:rsidRDefault="000B438B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B438B" w:rsidRDefault="000B438B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0B438B" w:rsidSect="00281F6D">
      <w:footerReference w:type="default" r:id="rId7"/>
      <w:pgSz w:w="11906" w:h="16838" w:code="9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A4A" w:rsidRDefault="00A60A4A" w:rsidP="007F639A">
      <w:pPr>
        <w:spacing w:after="0" w:line="240" w:lineRule="auto"/>
      </w:pPr>
      <w:r>
        <w:separator/>
      </w:r>
    </w:p>
  </w:endnote>
  <w:endnote w:type="continuationSeparator" w:id="0">
    <w:p w:rsidR="00A60A4A" w:rsidRDefault="00A60A4A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9997"/>
      <w:docPartObj>
        <w:docPartGallery w:val="Page Numbers (Bottom of Page)"/>
        <w:docPartUnique/>
      </w:docPartObj>
    </w:sdtPr>
    <w:sdtContent>
      <w:p w:rsidR="00AC3FCC" w:rsidRDefault="00C012CB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3FCC"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22AE4">
          <w:rPr>
            <w:rFonts w:ascii="Times New Roman" w:hAnsi="Times New Roman" w:cs="Times New Roman"/>
            <w:noProof/>
            <w:sz w:val="24"/>
            <w:szCs w:val="24"/>
          </w:rPr>
          <w:t>68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A4A" w:rsidRDefault="00A60A4A" w:rsidP="007F639A">
      <w:pPr>
        <w:spacing w:after="0" w:line="240" w:lineRule="auto"/>
      </w:pPr>
      <w:r>
        <w:separator/>
      </w:r>
    </w:p>
  </w:footnote>
  <w:footnote w:type="continuationSeparator" w:id="0">
    <w:p w:rsidR="00A60A4A" w:rsidRDefault="00A60A4A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E54"/>
    <w:rsid w:val="00011F22"/>
    <w:rsid w:val="00012A44"/>
    <w:rsid w:val="00021908"/>
    <w:rsid w:val="00021B45"/>
    <w:rsid w:val="00021B58"/>
    <w:rsid w:val="00022CD2"/>
    <w:rsid w:val="00022D70"/>
    <w:rsid w:val="00025A6E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5848"/>
    <w:rsid w:val="00036AB6"/>
    <w:rsid w:val="00041EA3"/>
    <w:rsid w:val="00042BB9"/>
    <w:rsid w:val="000442AB"/>
    <w:rsid w:val="00044993"/>
    <w:rsid w:val="00044AA2"/>
    <w:rsid w:val="00046023"/>
    <w:rsid w:val="00046BCF"/>
    <w:rsid w:val="00047190"/>
    <w:rsid w:val="000474C4"/>
    <w:rsid w:val="00047F10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25A"/>
    <w:rsid w:val="00062F1F"/>
    <w:rsid w:val="000648F3"/>
    <w:rsid w:val="000650AA"/>
    <w:rsid w:val="0006693D"/>
    <w:rsid w:val="00067069"/>
    <w:rsid w:val="00070855"/>
    <w:rsid w:val="00070934"/>
    <w:rsid w:val="000717F7"/>
    <w:rsid w:val="000743EF"/>
    <w:rsid w:val="000802D9"/>
    <w:rsid w:val="00083125"/>
    <w:rsid w:val="000857F1"/>
    <w:rsid w:val="00085F60"/>
    <w:rsid w:val="00086ABC"/>
    <w:rsid w:val="00087C1B"/>
    <w:rsid w:val="00087EC5"/>
    <w:rsid w:val="00090222"/>
    <w:rsid w:val="00090931"/>
    <w:rsid w:val="0009426B"/>
    <w:rsid w:val="00096968"/>
    <w:rsid w:val="000A03B0"/>
    <w:rsid w:val="000A17AF"/>
    <w:rsid w:val="000A3AD7"/>
    <w:rsid w:val="000A4692"/>
    <w:rsid w:val="000A4C88"/>
    <w:rsid w:val="000A5186"/>
    <w:rsid w:val="000A537B"/>
    <w:rsid w:val="000A5F70"/>
    <w:rsid w:val="000A71C5"/>
    <w:rsid w:val="000A7A50"/>
    <w:rsid w:val="000B012D"/>
    <w:rsid w:val="000B22E3"/>
    <w:rsid w:val="000B2367"/>
    <w:rsid w:val="000B239E"/>
    <w:rsid w:val="000B35A8"/>
    <w:rsid w:val="000B4302"/>
    <w:rsid w:val="000B4375"/>
    <w:rsid w:val="000B438B"/>
    <w:rsid w:val="000B78E5"/>
    <w:rsid w:val="000B7D80"/>
    <w:rsid w:val="000C2EB7"/>
    <w:rsid w:val="000C71F9"/>
    <w:rsid w:val="000D06EB"/>
    <w:rsid w:val="000D1B82"/>
    <w:rsid w:val="000D23A0"/>
    <w:rsid w:val="000D401F"/>
    <w:rsid w:val="000E0027"/>
    <w:rsid w:val="000E2E57"/>
    <w:rsid w:val="000E472A"/>
    <w:rsid w:val="000F180B"/>
    <w:rsid w:val="000F6392"/>
    <w:rsid w:val="000F74B9"/>
    <w:rsid w:val="000F76E3"/>
    <w:rsid w:val="00100230"/>
    <w:rsid w:val="001005F5"/>
    <w:rsid w:val="00100615"/>
    <w:rsid w:val="00101F00"/>
    <w:rsid w:val="00103229"/>
    <w:rsid w:val="00103A97"/>
    <w:rsid w:val="00103F68"/>
    <w:rsid w:val="00104DA4"/>
    <w:rsid w:val="001074A2"/>
    <w:rsid w:val="001159E1"/>
    <w:rsid w:val="001221B9"/>
    <w:rsid w:val="00124F8E"/>
    <w:rsid w:val="00125016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406D0"/>
    <w:rsid w:val="00140C76"/>
    <w:rsid w:val="00141713"/>
    <w:rsid w:val="0014220A"/>
    <w:rsid w:val="00142AF9"/>
    <w:rsid w:val="00142C16"/>
    <w:rsid w:val="001441EF"/>
    <w:rsid w:val="00144980"/>
    <w:rsid w:val="0014712B"/>
    <w:rsid w:val="00150708"/>
    <w:rsid w:val="0015403A"/>
    <w:rsid w:val="00162174"/>
    <w:rsid w:val="00164D0F"/>
    <w:rsid w:val="00173D05"/>
    <w:rsid w:val="00176A69"/>
    <w:rsid w:val="001812E4"/>
    <w:rsid w:val="0018231E"/>
    <w:rsid w:val="001823A7"/>
    <w:rsid w:val="00190187"/>
    <w:rsid w:val="001906C6"/>
    <w:rsid w:val="00191298"/>
    <w:rsid w:val="001935A4"/>
    <w:rsid w:val="001936A7"/>
    <w:rsid w:val="00193F97"/>
    <w:rsid w:val="00195BB2"/>
    <w:rsid w:val="00197FD1"/>
    <w:rsid w:val="001A0CB7"/>
    <w:rsid w:val="001A230D"/>
    <w:rsid w:val="001A2A4D"/>
    <w:rsid w:val="001A34E5"/>
    <w:rsid w:val="001A54FF"/>
    <w:rsid w:val="001A65B2"/>
    <w:rsid w:val="001A65E0"/>
    <w:rsid w:val="001B1F7D"/>
    <w:rsid w:val="001B1FFE"/>
    <w:rsid w:val="001B4A3D"/>
    <w:rsid w:val="001B561A"/>
    <w:rsid w:val="001B7F0F"/>
    <w:rsid w:val="001C27EA"/>
    <w:rsid w:val="001C67B5"/>
    <w:rsid w:val="001D01DB"/>
    <w:rsid w:val="001D02B4"/>
    <w:rsid w:val="001D0C24"/>
    <w:rsid w:val="001D3B99"/>
    <w:rsid w:val="001E002A"/>
    <w:rsid w:val="001E4CFF"/>
    <w:rsid w:val="001E5A2F"/>
    <w:rsid w:val="001E6BDE"/>
    <w:rsid w:val="001E7EDE"/>
    <w:rsid w:val="001F4A8B"/>
    <w:rsid w:val="001F6A26"/>
    <w:rsid w:val="001F6CC8"/>
    <w:rsid w:val="001F77EF"/>
    <w:rsid w:val="00200E8C"/>
    <w:rsid w:val="00203834"/>
    <w:rsid w:val="00205C00"/>
    <w:rsid w:val="0021173A"/>
    <w:rsid w:val="00211F6D"/>
    <w:rsid w:val="002141B1"/>
    <w:rsid w:val="00214645"/>
    <w:rsid w:val="0022195A"/>
    <w:rsid w:val="00224AEA"/>
    <w:rsid w:val="002250AE"/>
    <w:rsid w:val="0023058A"/>
    <w:rsid w:val="00233BCE"/>
    <w:rsid w:val="00235C74"/>
    <w:rsid w:val="00236DEB"/>
    <w:rsid w:val="00237275"/>
    <w:rsid w:val="00237886"/>
    <w:rsid w:val="002413B9"/>
    <w:rsid w:val="0024359A"/>
    <w:rsid w:val="002439AB"/>
    <w:rsid w:val="00244677"/>
    <w:rsid w:val="0024736F"/>
    <w:rsid w:val="00247A25"/>
    <w:rsid w:val="00250DF6"/>
    <w:rsid w:val="00254645"/>
    <w:rsid w:val="00255947"/>
    <w:rsid w:val="0025667D"/>
    <w:rsid w:val="002601FB"/>
    <w:rsid w:val="00263DAB"/>
    <w:rsid w:val="00264779"/>
    <w:rsid w:val="002657ED"/>
    <w:rsid w:val="00267744"/>
    <w:rsid w:val="0027379B"/>
    <w:rsid w:val="00273B96"/>
    <w:rsid w:val="00274B90"/>
    <w:rsid w:val="00281F6D"/>
    <w:rsid w:val="002849CC"/>
    <w:rsid w:val="00284C09"/>
    <w:rsid w:val="002869D0"/>
    <w:rsid w:val="002920A9"/>
    <w:rsid w:val="00292B95"/>
    <w:rsid w:val="00294473"/>
    <w:rsid w:val="002947CD"/>
    <w:rsid w:val="002977AF"/>
    <w:rsid w:val="002A07B6"/>
    <w:rsid w:val="002A1E38"/>
    <w:rsid w:val="002A4641"/>
    <w:rsid w:val="002B0506"/>
    <w:rsid w:val="002B0534"/>
    <w:rsid w:val="002B244E"/>
    <w:rsid w:val="002B68D7"/>
    <w:rsid w:val="002C099B"/>
    <w:rsid w:val="002C1FCD"/>
    <w:rsid w:val="002C382E"/>
    <w:rsid w:val="002C43FF"/>
    <w:rsid w:val="002C5CD6"/>
    <w:rsid w:val="002C68CA"/>
    <w:rsid w:val="002D2AD1"/>
    <w:rsid w:val="002D3CBB"/>
    <w:rsid w:val="002D5B7B"/>
    <w:rsid w:val="002E228E"/>
    <w:rsid w:val="002E4F13"/>
    <w:rsid w:val="002E5D87"/>
    <w:rsid w:val="002F3747"/>
    <w:rsid w:val="002F5886"/>
    <w:rsid w:val="002F778B"/>
    <w:rsid w:val="002F7D90"/>
    <w:rsid w:val="003013FE"/>
    <w:rsid w:val="00303FC0"/>
    <w:rsid w:val="00304854"/>
    <w:rsid w:val="00305566"/>
    <w:rsid w:val="003056DE"/>
    <w:rsid w:val="00306A1E"/>
    <w:rsid w:val="00306BF7"/>
    <w:rsid w:val="00307562"/>
    <w:rsid w:val="0030777F"/>
    <w:rsid w:val="00313A6F"/>
    <w:rsid w:val="003214FB"/>
    <w:rsid w:val="00324629"/>
    <w:rsid w:val="0032694A"/>
    <w:rsid w:val="00327A3F"/>
    <w:rsid w:val="00332059"/>
    <w:rsid w:val="00332BAF"/>
    <w:rsid w:val="00333E88"/>
    <w:rsid w:val="0033505A"/>
    <w:rsid w:val="0033557B"/>
    <w:rsid w:val="00335874"/>
    <w:rsid w:val="00336A84"/>
    <w:rsid w:val="003419A9"/>
    <w:rsid w:val="00346097"/>
    <w:rsid w:val="003466CA"/>
    <w:rsid w:val="00346C6D"/>
    <w:rsid w:val="00353207"/>
    <w:rsid w:val="00355682"/>
    <w:rsid w:val="003556F2"/>
    <w:rsid w:val="00362436"/>
    <w:rsid w:val="00363BA5"/>
    <w:rsid w:val="00365E73"/>
    <w:rsid w:val="00365EC1"/>
    <w:rsid w:val="00366149"/>
    <w:rsid w:val="00371BCE"/>
    <w:rsid w:val="00372545"/>
    <w:rsid w:val="003730F9"/>
    <w:rsid w:val="00376E51"/>
    <w:rsid w:val="003821B6"/>
    <w:rsid w:val="00382CB3"/>
    <w:rsid w:val="0038360A"/>
    <w:rsid w:val="003841A8"/>
    <w:rsid w:val="00384E2A"/>
    <w:rsid w:val="00385065"/>
    <w:rsid w:val="003866AA"/>
    <w:rsid w:val="00387071"/>
    <w:rsid w:val="0038781D"/>
    <w:rsid w:val="00387FA6"/>
    <w:rsid w:val="0039048E"/>
    <w:rsid w:val="003911B2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B0AEC"/>
    <w:rsid w:val="003B1B04"/>
    <w:rsid w:val="003B49C3"/>
    <w:rsid w:val="003B766C"/>
    <w:rsid w:val="003B7F0A"/>
    <w:rsid w:val="003C1C14"/>
    <w:rsid w:val="003C4D97"/>
    <w:rsid w:val="003C6947"/>
    <w:rsid w:val="003C7D33"/>
    <w:rsid w:val="003D08BB"/>
    <w:rsid w:val="003D45D6"/>
    <w:rsid w:val="003D49C2"/>
    <w:rsid w:val="003D5BD6"/>
    <w:rsid w:val="003D6092"/>
    <w:rsid w:val="003E008C"/>
    <w:rsid w:val="003E09BF"/>
    <w:rsid w:val="003E4453"/>
    <w:rsid w:val="003E48AB"/>
    <w:rsid w:val="003E4D59"/>
    <w:rsid w:val="003F2224"/>
    <w:rsid w:val="003F3395"/>
    <w:rsid w:val="003F6C61"/>
    <w:rsid w:val="00400BEA"/>
    <w:rsid w:val="00401139"/>
    <w:rsid w:val="00401D2D"/>
    <w:rsid w:val="0040335D"/>
    <w:rsid w:val="00407B01"/>
    <w:rsid w:val="004105E0"/>
    <w:rsid w:val="00410D05"/>
    <w:rsid w:val="004149E8"/>
    <w:rsid w:val="00414CBD"/>
    <w:rsid w:val="004157BD"/>
    <w:rsid w:val="00415C4F"/>
    <w:rsid w:val="00417DCE"/>
    <w:rsid w:val="00423345"/>
    <w:rsid w:val="00423B33"/>
    <w:rsid w:val="00424429"/>
    <w:rsid w:val="004253E3"/>
    <w:rsid w:val="0042692B"/>
    <w:rsid w:val="004276C3"/>
    <w:rsid w:val="0043068D"/>
    <w:rsid w:val="00430ACC"/>
    <w:rsid w:val="00430E9E"/>
    <w:rsid w:val="004375A1"/>
    <w:rsid w:val="00437EB6"/>
    <w:rsid w:val="00440576"/>
    <w:rsid w:val="00441E7D"/>
    <w:rsid w:val="0044334C"/>
    <w:rsid w:val="00443CD0"/>
    <w:rsid w:val="0044620A"/>
    <w:rsid w:val="00447075"/>
    <w:rsid w:val="00447935"/>
    <w:rsid w:val="00447F44"/>
    <w:rsid w:val="004500ED"/>
    <w:rsid w:val="0045303B"/>
    <w:rsid w:val="00455698"/>
    <w:rsid w:val="004563F9"/>
    <w:rsid w:val="00457040"/>
    <w:rsid w:val="00461B6A"/>
    <w:rsid w:val="00464DBA"/>
    <w:rsid w:val="0046599D"/>
    <w:rsid w:val="0047020A"/>
    <w:rsid w:val="00470F3B"/>
    <w:rsid w:val="00471F5F"/>
    <w:rsid w:val="00473775"/>
    <w:rsid w:val="004839B7"/>
    <w:rsid w:val="00483A5D"/>
    <w:rsid w:val="0048604E"/>
    <w:rsid w:val="004865E1"/>
    <w:rsid w:val="00486799"/>
    <w:rsid w:val="00487682"/>
    <w:rsid w:val="00487C1E"/>
    <w:rsid w:val="00491049"/>
    <w:rsid w:val="0049252A"/>
    <w:rsid w:val="004926FC"/>
    <w:rsid w:val="004937B1"/>
    <w:rsid w:val="00494E66"/>
    <w:rsid w:val="00495F41"/>
    <w:rsid w:val="00497387"/>
    <w:rsid w:val="004A0502"/>
    <w:rsid w:val="004A2713"/>
    <w:rsid w:val="004A2725"/>
    <w:rsid w:val="004A5942"/>
    <w:rsid w:val="004A5D31"/>
    <w:rsid w:val="004A7104"/>
    <w:rsid w:val="004A7C8D"/>
    <w:rsid w:val="004A7CB1"/>
    <w:rsid w:val="004A7FB3"/>
    <w:rsid w:val="004B03BF"/>
    <w:rsid w:val="004B1044"/>
    <w:rsid w:val="004B2B2A"/>
    <w:rsid w:val="004B3C69"/>
    <w:rsid w:val="004B5A76"/>
    <w:rsid w:val="004B6EDB"/>
    <w:rsid w:val="004B718F"/>
    <w:rsid w:val="004B77CA"/>
    <w:rsid w:val="004C046B"/>
    <w:rsid w:val="004C0AA9"/>
    <w:rsid w:val="004C215A"/>
    <w:rsid w:val="004C34DB"/>
    <w:rsid w:val="004C3E41"/>
    <w:rsid w:val="004C4047"/>
    <w:rsid w:val="004C478D"/>
    <w:rsid w:val="004C589E"/>
    <w:rsid w:val="004C74F9"/>
    <w:rsid w:val="004C7ED2"/>
    <w:rsid w:val="004D1048"/>
    <w:rsid w:val="004D1EB5"/>
    <w:rsid w:val="004D21A6"/>
    <w:rsid w:val="004D272E"/>
    <w:rsid w:val="004D31D6"/>
    <w:rsid w:val="004D4B49"/>
    <w:rsid w:val="004D4E0B"/>
    <w:rsid w:val="004D5B1B"/>
    <w:rsid w:val="004D6BAD"/>
    <w:rsid w:val="004D7CEB"/>
    <w:rsid w:val="004E011F"/>
    <w:rsid w:val="004E2B72"/>
    <w:rsid w:val="004F082D"/>
    <w:rsid w:val="004F1018"/>
    <w:rsid w:val="004F2A9A"/>
    <w:rsid w:val="004F31D4"/>
    <w:rsid w:val="004F5A30"/>
    <w:rsid w:val="004F77FE"/>
    <w:rsid w:val="00500054"/>
    <w:rsid w:val="0050010A"/>
    <w:rsid w:val="00501756"/>
    <w:rsid w:val="00501E6C"/>
    <w:rsid w:val="005035BC"/>
    <w:rsid w:val="00506495"/>
    <w:rsid w:val="00507500"/>
    <w:rsid w:val="00514035"/>
    <w:rsid w:val="00514078"/>
    <w:rsid w:val="00515792"/>
    <w:rsid w:val="005175DC"/>
    <w:rsid w:val="00517CE4"/>
    <w:rsid w:val="00520B61"/>
    <w:rsid w:val="00520D06"/>
    <w:rsid w:val="005241E2"/>
    <w:rsid w:val="005248B3"/>
    <w:rsid w:val="00525B49"/>
    <w:rsid w:val="005312FC"/>
    <w:rsid w:val="0053148F"/>
    <w:rsid w:val="00532EA8"/>
    <w:rsid w:val="00533E49"/>
    <w:rsid w:val="00536806"/>
    <w:rsid w:val="005368EC"/>
    <w:rsid w:val="00537E19"/>
    <w:rsid w:val="00541AA1"/>
    <w:rsid w:val="005425C5"/>
    <w:rsid w:val="00543DCC"/>
    <w:rsid w:val="005504BC"/>
    <w:rsid w:val="0055127D"/>
    <w:rsid w:val="00551C26"/>
    <w:rsid w:val="00556230"/>
    <w:rsid w:val="00560865"/>
    <w:rsid w:val="00565E5D"/>
    <w:rsid w:val="005666E4"/>
    <w:rsid w:val="00566E01"/>
    <w:rsid w:val="00567F66"/>
    <w:rsid w:val="00570829"/>
    <w:rsid w:val="00571268"/>
    <w:rsid w:val="00575507"/>
    <w:rsid w:val="005774E6"/>
    <w:rsid w:val="00577D2B"/>
    <w:rsid w:val="005800DB"/>
    <w:rsid w:val="00582C30"/>
    <w:rsid w:val="0058680A"/>
    <w:rsid w:val="005868E2"/>
    <w:rsid w:val="005911C2"/>
    <w:rsid w:val="00591F8E"/>
    <w:rsid w:val="00592152"/>
    <w:rsid w:val="0059398B"/>
    <w:rsid w:val="00593B2E"/>
    <w:rsid w:val="00595CE2"/>
    <w:rsid w:val="00596F78"/>
    <w:rsid w:val="005A09DE"/>
    <w:rsid w:val="005A502C"/>
    <w:rsid w:val="005A6E6A"/>
    <w:rsid w:val="005B00E8"/>
    <w:rsid w:val="005B0FA7"/>
    <w:rsid w:val="005B1C13"/>
    <w:rsid w:val="005B4165"/>
    <w:rsid w:val="005B5FE3"/>
    <w:rsid w:val="005B7A8E"/>
    <w:rsid w:val="005C14F4"/>
    <w:rsid w:val="005C1A8E"/>
    <w:rsid w:val="005C6423"/>
    <w:rsid w:val="005C6FA3"/>
    <w:rsid w:val="005D058B"/>
    <w:rsid w:val="005D0630"/>
    <w:rsid w:val="005D1027"/>
    <w:rsid w:val="005D1309"/>
    <w:rsid w:val="005D2200"/>
    <w:rsid w:val="005D255D"/>
    <w:rsid w:val="005D2CE4"/>
    <w:rsid w:val="005D7F11"/>
    <w:rsid w:val="005E11D1"/>
    <w:rsid w:val="005E13C1"/>
    <w:rsid w:val="005E13FA"/>
    <w:rsid w:val="005E2FFF"/>
    <w:rsid w:val="005E4346"/>
    <w:rsid w:val="005E6134"/>
    <w:rsid w:val="005E6BF5"/>
    <w:rsid w:val="005E6DFE"/>
    <w:rsid w:val="005E6F87"/>
    <w:rsid w:val="005F0CE7"/>
    <w:rsid w:val="005F4E10"/>
    <w:rsid w:val="006013F2"/>
    <w:rsid w:val="00604984"/>
    <w:rsid w:val="00607EDF"/>
    <w:rsid w:val="00611094"/>
    <w:rsid w:val="00611AF8"/>
    <w:rsid w:val="006170ED"/>
    <w:rsid w:val="00623796"/>
    <w:rsid w:val="00623E40"/>
    <w:rsid w:val="00625B95"/>
    <w:rsid w:val="00625FE6"/>
    <w:rsid w:val="00631080"/>
    <w:rsid w:val="00640D1E"/>
    <w:rsid w:val="00640E94"/>
    <w:rsid w:val="006429C2"/>
    <w:rsid w:val="00642D6A"/>
    <w:rsid w:val="00644566"/>
    <w:rsid w:val="00651280"/>
    <w:rsid w:val="00651573"/>
    <w:rsid w:val="00652886"/>
    <w:rsid w:val="006529D5"/>
    <w:rsid w:val="00654513"/>
    <w:rsid w:val="00654EE3"/>
    <w:rsid w:val="00656D9F"/>
    <w:rsid w:val="006609C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1370"/>
    <w:rsid w:val="00684C5F"/>
    <w:rsid w:val="006854E2"/>
    <w:rsid w:val="00685676"/>
    <w:rsid w:val="00685FDE"/>
    <w:rsid w:val="0069153F"/>
    <w:rsid w:val="00692306"/>
    <w:rsid w:val="00692307"/>
    <w:rsid w:val="00693017"/>
    <w:rsid w:val="006935F4"/>
    <w:rsid w:val="00693D9A"/>
    <w:rsid w:val="0069436C"/>
    <w:rsid w:val="00695E91"/>
    <w:rsid w:val="00697544"/>
    <w:rsid w:val="00697784"/>
    <w:rsid w:val="00697B89"/>
    <w:rsid w:val="006A1913"/>
    <w:rsid w:val="006A5A68"/>
    <w:rsid w:val="006B3B04"/>
    <w:rsid w:val="006C0AE5"/>
    <w:rsid w:val="006C34DE"/>
    <w:rsid w:val="006C5365"/>
    <w:rsid w:val="006C75B7"/>
    <w:rsid w:val="006C7612"/>
    <w:rsid w:val="006D12C7"/>
    <w:rsid w:val="006D4273"/>
    <w:rsid w:val="006E0798"/>
    <w:rsid w:val="006E24C9"/>
    <w:rsid w:val="006E67F2"/>
    <w:rsid w:val="006F0A8C"/>
    <w:rsid w:val="006F115F"/>
    <w:rsid w:val="006F28FD"/>
    <w:rsid w:val="006F3339"/>
    <w:rsid w:val="006F374B"/>
    <w:rsid w:val="006F4CB9"/>
    <w:rsid w:val="006F745B"/>
    <w:rsid w:val="006F751A"/>
    <w:rsid w:val="006F7E4B"/>
    <w:rsid w:val="007002C5"/>
    <w:rsid w:val="00700879"/>
    <w:rsid w:val="0070351E"/>
    <w:rsid w:val="007055D8"/>
    <w:rsid w:val="0070741E"/>
    <w:rsid w:val="00713B95"/>
    <w:rsid w:val="007146BC"/>
    <w:rsid w:val="00714EDD"/>
    <w:rsid w:val="00716706"/>
    <w:rsid w:val="007227D9"/>
    <w:rsid w:val="007228F2"/>
    <w:rsid w:val="00722A95"/>
    <w:rsid w:val="00722F01"/>
    <w:rsid w:val="007248D0"/>
    <w:rsid w:val="00725C54"/>
    <w:rsid w:val="0073141A"/>
    <w:rsid w:val="007317A9"/>
    <w:rsid w:val="007364D2"/>
    <w:rsid w:val="007419B1"/>
    <w:rsid w:val="00742EB8"/>
    <w:rsid w:val="007454B0"/>
    <w:rsid w:val="0074585B"/>
    <w:rsid w:val="00747CA4"/>
    <w:rsid w:val="00751F11"/>
    <w:rsid w:val="007525CE"/>
    <w:rsid w:val="00752C70"/>
    <w:rsid w:val="0075369C"/>
    <w:rsid w:val="00754D1D"/>
    <w:rsid w:val="00756DEB"/>
    <w:rsid w:val="00763080"/>
    <w:rsid w:val="00771FDE"/>
    <w:rsid w:val="00772706"/>
    <w:rsid w:val="00776AB6"/>
    <w:rsid w:val="007802C5"/>
    <w:rsid w:val="0078206E"/>
    <w:rsid w:val="00783CC9"/>
    <w:rsid w:val="0078444E"/>
    <w:rsid w:val="00784C55"/>
    <w:rsid w:val="00786A16"/>
    <w:rsid w:val="007873D1"/>
    <w:rsid w:val="00790540"/>
    <w:rsid w:val="0079104B"/>
    <w:rsid w:val="00791B29"/>
    <w:rsid w:val="00795062"/>
    <w:rsid w:val="0079506A"/>
    <w:rsid w:val="007975C9"/>
    <w:rsid w:val="007A0240"/>
    <w:rsid w:val="007A2E2C"/>
    <w:rsid w:val="007A3878"/>
    <w:rsid w:val="007A5274"/>
    <w:rsid w:val="007A5673"/>
    <w:rsid w:val="007A7734"/>
    <w:rsid w:val="007B015B"/>
    <w:rsid w:val="007B1FC5"/>
    <w:rsid w:val="007B2B6F"/>
    <w:rsid w:val="007B2E4D"/>
    <w:rsid w:val="007B5A8C"/>
    <w:rsid w:val="007B5E62"/>
    <w:rsid w:val="007B606E"/>
    <w:rsid w:val="007C1143"/>
    <w:rsid w:val="007C22BE"/>
    <w:rsid w:val="007C6969"/>
    <w:rsid w:val="007C6BA4"/>
    <w:rsid w:val="007C7F8B"/>
    <w:rsid w:val="007D42C5"/>
    <w:rsid w:val="007D4A52"/>
    <w:rsid w:val="007D58B8"/>
    <w:rsid w:val="007E01BD"/>
    <w:rsid w:val="007E10ED"/>
    <w:rsid w:val="007E1E48"/>
    <w:rsid w:val="007E29D8"/>
    <w:rsid w:val="007E6E3D"/>
    <w:rsid w:val="007E744D"/>
    <w:rsid w:val="007E7FE2"/>
    <w:rsid w:val="007F3817"/>
    <w:rsid w:val="007F639A"/>
    <w:rsid w:val="007F727F"/>
    <w:rsid w:val="007F7DAF"/>
    <w:rsid w:val="008003C7"/>
    <w:rsid w:val="008033E4"/>
    <w:rsid w:val="00803995"/>
    <w:rsid w:val="00804B45"/>
    <w:rsid w:val="00806150"/>
    <w:rsid w:val="00806D48"/>
    <w:rsid w:val="00807F88"/>
    <w:rsid w:val="0081095C"/>
    <w:rsid w:val="0081463C"/>
    <w:rsid w:val="00814673"/>
    <w:rsid w:val="008158F6"/>
    <w:rsid w:val="00816E80"/>
    <w:rsid w:val="00822AE4"/>
    <w:rsid w:val="008236DD"/>
    <w:rsid w:val="008247F3"/>
    <w:rsid w:val="00824F2E"/>
    <w:rsid w:val="0082581E"/>
    <w:rsid w:val="00831DC1"/>
    <w:rsid w:val="00835C30"/>
    <w:rsid w:val="0083635B"/>
    <w:rsid w:val="0083678C"/>
    <w:rsid w:val="00836870"/>
    <w:rsid w:val="00837EA1"/>
    <w:rsid w:val="008402D2"/>
    <w:rsid w:val="00842718"/>
    <w:rsid w:val="00842E2A"/>
    <w:rsid w:val="0084474A"/>
    <w:rsid w:val="008451BD"/>
    <w:rsid w:val="008478E5"/>
    <w:rsid w:val="00851604"/>
    <w:rsid w:val="00851659"/>
    <w:rsid w:val="0086172D"/>
    <w:rsid w:val="00861C4F"/>
    <w:rsid w:val="008624F3"/>
    <w:rsid w:val="00863885"/>
    <w:rsid w:val="00866C9F"/>
    <w:rsid w:val="0087086F"/>
    <w:rsid w:val="0087146B"/>
    <w:rsid w:val="00871C88"/>
    <w:rsid w:val="00874C50"/>
    <w:rsid w:val="00875B44"/>
    <w:rsid w:val="00876231"/>
    <w:rsid w:val="00880B64"/>
    <w:rsid w:val="00881379"/>
    <w:rsid w:val="00884025"/>
    <w:rsid w:val="008856BF"/>
    <w:rsid w:val="00885942"/>
    <w:rsid w:val="008870A9"/>
    <w:rsid w:val="00887EEB"/>
    <w:rsid w:val="008901AE"/>
    <w:rsid w:val="00891A56"/>
    <w:rsid w:val="008944A7"/>
    <w:rsid w:val="008A2FDD"/>
    <w:rsid w:val="008A32F2"/>
    <w:rsid w:val="008A3F7B"/>
    <w:rsid w:val="008A793B"/>
    <w:rsid w:val="008B1316"/>
    <w:rsid w:val="008B13C7"/>
    <w:rsid w:val="008B2E7D"/>
    <w:rsid w:val="008B5D4F"/>
    <w:rsid w:val="008C1241"/>
    <w:rsid w:val="008C13B7"/>
    <w:rsid w:val="008C3917"/>
    <w:rsid w:val="008C5BDF"/>
    <w:rsid w:val="008C5BFF"/>
    <w:rsid w:val="008C65D4"/>
    <w:rsid w:val="008D0AFC"/>
    <w:rsid w:val="008D0B08"/>
    <w:rsid w:val="008D15CB"/>
    <w:rsid w:val="008D50B1"/>
    <w:rsid w:val="008D6241"/>
    <w:rsid w:val="008E1FEA"/>
    <w:rsid w:val="008E2C85"/>
    <w:rsid w:val="008E3537"/>
    <w:rsid w:val="008E7DA4"/>
    <w:rsid w:val="008E7DD3"/>
    <w:rsid w:val="008F206D"/>
    <w:rsid w:val="008F3FFA"/>
    <w:rsid w:val="008F4EF2"/>
    <w:rsid w:val="008F5E78"/>
    <w:rsid w:val="008F680B"/>
    <w:rsid w:val="00900182"/>
    <w:rsid w:val="00903306"/>
    <w:rsid w:val="00904410"/>
    <w:rsid w:val="0090581B"/>
    <w:rsid w:val="0090587B"/>
    <w:rsid w:val="009060AE"/>
    <w:rsid w:val="00911062"/>
    <w:rsid w:val="009123C3"/>
    <w:rsid w:val="009127AC"/>
    <w:rsid w:val="00913AB3"/>
    <w:rsid w:val="0091519F"/>
    <w:rsid w:val="00917667"/>
    <w:rsid w:val="0092030F"/>
    <w:rsid w:val="0092172E"/>
    <w:rsid w:val="00921B02"/>
    <w:rsid w:val="009226E1"/>
    <w:rsid w:val="00924C32"/>
    <w:rsid w:val="0092593F"/>
    <w:rsid w:val="00925B91"/>
    <w:rsid w:val="00931066"/>
    <w:rsid w:val="0093193B"/>
    <w:rsid w:val="00933F6B"/>
    <w:rsid w:val="009350A9"/>
    <w:rsid w:val="0094222A"/>
    <w:rsid w:val="00944043"/>
    <w:rsid w:val="009464E0"/>
    <w:rsid w:val="00946996"/>
    <w:rsid w:val="00946E96"/>
    <w:rsid w:val="00947A93"/>
    <w:rsid w:val="00950DBF"/>
    <w:rsid w:val="009517C1"/>
    <w:rsid w:val="009529E1"/>
    <w:rsid w:val="00954884"/>
    <w:rsid w:val="0095603D"/>
    <w:rsid w:val="00956084"/>
    <w:rsid w:val="0095614A"/>
    <w:rsid w:val="009571A4"/>
    <w:rsid w:val="009577E5"/>
    <w:rsid w:val="00957E07"/>
    <w:rsid w:val="0096091C"/>
    <w:rsid w:val="00962854"/>
    <w:rsid w:val="00963268"/>
    <w:rsid w:val="00964EFB"/>
    <w:rsid w:val="00967838"/>
    <w:rsid w:val="00981FF1"/>
    <w:rsid w:val="0098444A"/>
    <w:rsid w:val="00986036"/>
    <w:rsid w:val="009878C7"/>
    <w:rsid w:val="00990A84"/>
    <w:rsid w:val="009918A0"/>
    <w:rsid w:val="0099340F"/>
    <w:rsid w:val="00997C75"/>
    <w:rsid w:val="009A23AF"/>
    <w:rsid w:val="009A4366"/>
    <w:rsid w:val="009A4B32"/>
    <w:rsid w:val="009B2A93"/>
    <w:rsid w:val="009B4C72"/>
    <w:rsid w:val="009B5B98"/>
    <w:rsid w:val="009B68D8"/>
    <w:rsid w:val="009C0CA3"/>
    <w:rsid w:val="009C0FDF"/>
    <w:rsid w:val="009C7556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5078"/>
    <w:rsid w:val="009F59FF"/>
    <w:rsid w:val="009F61CA"/>
    <w:rsid w:val="00A0068F"/>
    <w:rsid w:val="00A00DBC"/>
    <w:rsid w:val="00A02E7A"/>
    <w:rsid w:val="00A02F7A"/>
    <w:rsid w:val="00A0393E"/>
    <w:rsid w:val="00A051F7"/>
    <w:rsid w:val="00A053FE"/>
    <w:rsid w:val="00A120DE"/>
    <w:rsid w:val="00A1413C"/>
    <w:rsid w:val="00A15A16"/>
    <w:rsid w:val="00A16866"/>
    <w:rsid w:val="00A22946"/>
    <w:rsid w:val="00A22CF8"/>
    <w:rsid w:val="00A261B7"/>
    <w:rsid w:val="00A2659C"/>
    <w:rsid w:val="00A26BE7"/>
    <w:rsid w:val="00A275A7"/>
    <w:rsid w:val="00A30D99"/>
    <w:rsid w:val="00A311DC"/>
    <w:rsid w:val="00A3345B"/>
    <w:rsid w:val="00A33C05"/>
    <w:rsid w:val="00A36764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0A4A"/>
    <w:rsid w:val="00A62198"/>
    <w:rsid w:val="00A62EC1"/>
    <w:rsid w:val="00A66060"/>
    <w:rsid w:val="00A67DD3"/>
    <w:rsid w:val="00A772C1"/>
    <w:rsid w:val="00A81FA2"/>
    <w:rsid w:val="00A85EE3"/>
    <w:rsid w:val="00A864E1"/>
    <w:rsid w:val="00A94862"/>
    <w:rsid w:val="00A94BAA"/>
    <w:rsid w:val="00A9618D"/>
    <w:rsid w:val="00AA71A0"/>
    <w:rsid w:val="00AA7BBE"/>
    <w:rsid w:val="00AB3751"/>
    <w:rsid w:val="00AB4253"/>
    <w:rsid w:val="00AB6221"/>
    <w:rsid w:val="00AB6875"/>
    <w:rsid w:val="00AC2187"/>
    <w:rsid w:val="00AC3FCC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DD0"/>
    <w:rsid w:val="00AE4690"/>
    <w:rsid w:val="00AE60B9"/>
    <w:rsid w:val="00AE7F1F"/>
    <w:rsid w:val="00AF1058"/>
    <w:rsid w:val="00AF5A78"/>
    <w:rsid w:val="00AF6F18"/>
    <w:rsid w:val="00B0031C"/>
    <w:rsid w:val="00B00AB0"/>
    <w:rsid w:val="00B025B0"/>
    <w:rsid w:val="00B02755"/>
    <w:rsid w:val="00B029B0"/>
    <w:rsid w:val="00B03C8D"/>
    <w:rsid w:val="00B04AB7"/>
    <w:rsid w:val="00B05039"/>
    <w:rsid w:val="00B112CC"/>
    <w:rsid w:val="00B118A7"/>
    <w:rsid w:val="00B20034"/>
    <w:rsid w:val="00B2080A"/>
    <w:rsid w:val="00B21D43"/>
    <w:rsid w:val="00B22A4D"/>
    <w:rsid w:val="00B23C64"/>
    <w:rsid w:val="00B26E4B"/>
    <w:rsid w:val="00B322FE"/>
    <w:rsid w:val="00B33880"/>
    <w:rsid w:val="00B33F3C"/>
    <w:rsid w:val="00B3457E"/>
    <w:rsid w:val="00B34AFF"/>
    <w:rsid w:val="00B3588E"/>
    <w:rsid w:val="00B36BB8"/>
    <w:rsid w:val="00B45895"/>
    <w:rsid w:val="00B50F1C"/>
    <w:rsid w:val="00B51B4D"/>
    <w:rsid w:val="00B54393"/>
    <w:rsid w:val="00B54A2A"/>
    <w:rsid w:val="00B55D7D"/>
    <w:rsid w:val="00B56EEA"/>
    <w:rsid w:val="00B56F2C"/>
    <w:rsid w:val="00B5738D"/>
    <w:rsid w:val="00B600CF"/>
    <w:rsid w:val="00B6024E"/>
    <w:rsid w:val="00B60256"/>
    <w:rsid w:val="00B60AE6"/>
    <w:rsid w:val="00B627E0"/>
    <w:rsid w:val="00B65025"/>
    <w:rsid w:val="00B67725"/>
    <w:rsid w:val="00B70527"/>
    <w:rsid w:val="00B70DA2"/>
    <w:rsid w:val="00B733AE"/>
    <w:rsid w:val="00B73D37"/>
    <w:rsid w:val="00B76B35"/>
    <w:rsid w:val="00B76BAA"/>
    <w:rsid w:val="00B77A6E"/>
    <w:rsid w:val="00B80F0B"/>
    <w:rsid w:val="00B83CEC"/>
    <w:rsid w:val="00B84776"/>
    <w:rsid w:val="00B94AD3"/>
    <w:rsid w:val="00B9714A"/>
    <w:rsid w:val="00B978B7"/>
    <w:rsid w:val="00B978C8"/>
    <w:rsid w:val="00BA2A37"/>
    <w:rsid w:val="00BA3A5F"/>
    <w:rsid w:val="00BA4F04"/>
    <w:rsid w:val="00BB1F0F"/>
    <w:rsid w:val="00BC069B"/>
    <w:rsid w:val="00BC1996"/>
    <w:rsid w:val="00BC275C"/>
    <w:rsid w:val="00BC2C37"/>
    <w:rsid w:val="00BC63EF"/>
    <w:rsid w:val="00BC7598"/>
    <w:rsid w:val="00BC7D52"/>
    <w:rsid w:val="00BD05D5"/>
    <w:rsid w:val="00BD2D48"/>
    <w:rsid w:val="00BD5F3B"/>
    <w:rsid w:val="00BE26BD"/>
    <w:rsid w:val="00BE2D2E"/>
    <w:rsid w:val="00BE3B75"/>
    <w:rsid w:val="00BE4056"/>
    <w:rsid w:val="00BE6BDF"/>
    <w:rsid w:val="00BF108B"/>
    <w:rsid w:val="00BF1509"/>
    <w:rsid w:val="00BF2542"/>
    <w:rsid w:val="00C012B9"/>
    <w:rsid w:val="00C012CB"/>
    <w:rsid w:val="00C02D1B"/>
    <w:rsid w:val="00C04CD0"/>
    <w:rsid w:val="00C05831"/>
    <w:rsid w:val="00C05F91"/>
    <w:rsid w:val="00C1365A"/>
    <w:rsid w:val="00C163EA"/>
    <w:rsid w:val="00C17AD0"/>
    <w:rsid w:val="00C2136C"/>
    <w:rsid w:val="00C21749"/>
    <w:rsid w:val="00C21D64"/>
    <w:rsid w:val="00C22295"/>
    <w:rsid w:val="00C307FA"/>
    <w:rsid w:val="00C32E45"/>
    <w:rsid w:val="00C334D7"/>
    <w:rsid w:val="00C336E5"/>
    <w:rsid w:val="00C34670"/>
    <w:rsid w:val="00C37C41"/>
    <w:rsid w:val="00C412CD"/>
    <w:rsid w:val="00C443C2"/>
    <w:rsid w:val="00C453CF"/>
    <w:rsid w:val="00C45A24"/>
    <w:rsid w:val="00C47CCE"/>
    <w:rsid w:val="00C50ECB"/>
    <w:rsid w:val="00C535AF"/>
    <w:rsid w:val="00C53C25"/>
    <w:rsid w:val="00C542C6"/>
    <w:rsid w:val="00C60D29"/>
    <w:rsid w:val="00C630F3"/>
    <w:rsid w:val="00C63180"/>
    <w:rsid w:val="00C64823"/>
    <w:rsid w:val="00C71F61"/>
    <w:rsid w:val="00C77DE8"/>
    <w:rsid w:val="00C84F3B"/>
    <w:rsid w:val="00C91D36"/>
    <w:rsid w:val="00C93D3F"/>
    <w:rsid w:val="00C94FA3"/>
    <w:rsid w:val="00C95B5A"/>
    <w:rsid w:val="00C961B5"/>
    <w:rsid w:val="00C97CEF"/>
    <w:rsid w:val="00CA1457"/>
    <w:rsid w:val="00CA1ABC"/>
    <w:rsid w:val="00CA1F2A"/>
    <w:rsid w:val="00CA3464"/>
    <w:rsid w:val="00CA3ACD"/>
    <w:rsid w:val="00CA409D"/>
    <w:rsid w:val="00CA411C"/>
    <w:rsid w:val="00CA4F74"/>
    <w:rsid w:val="00CA6691"/>
    <w:rsid w:val="00CA67F3"/>
    <w:rsid w:val="00CB027A"/>
    <w:rsid w:val="00CB3AAA"/>
    <w:rsid w:val="00CC26FF"/>
    <w:rsid w:val="00CC3075"/>
    <w:rsid w:val="00CC3CC8"/>
    <w:rsid w:val="00CD0EC5"/>
    <w:rsid w:val="00CD48E8"/>
    <w:rsid w:val="00CD72B6"/>
    <w:rsid w:val="00CE19F6"/>
    <w:rsid w:val="00CE310E"/>
    <w:rsid w:val="00CE6B65"/>
    <w:rsid w:val="00CE7F2A"/>
    <w:rsid w:val="00CF165B"/>
    <w:rsid w:val="00CF4417"/>
    <w:rsid w:val="00CF5004"/>
    <w:rsid w:val="00CF54FD"/>
    <w:rsid w:val="00D03E87"/>
    <w:rsid w:val="00D0538F"/>
    <w:rsid w:val="00D11D74"/>
    <w:rsid w:val="00D125A5"/>
    <w:rsid w:val="00D1375A"/>
    <w:rsid w:val="00D13AAD"/>
    <w:rsid w:val="00D14D29"/>
    <w:rsid w:val="00D21D7B"/>
    <w:rsid w:val="00D24F07"/>
    <w:rsid w:val="00D26853"/>
    <w:rsid w:val="00D273A8"/>
    <w:rsid w:val="00D3086B"/>
    <w:rsid w:val="00D31A2D"/>
    <w:rsid w:val="00D32055"/>
    <w:rsid w:val="00D32191"/>
    <w:rsid w:val="00D328EC"/>
    <w:rsid w:val="00D3410F"/>
    <w:rsid w:val="00D37228"/>
    <w:rsid w:val="00D4077C"/>
    <w:rsid w:val="00D447BE"/>
    <w:rsid w:val="00D44E34"/>
    <w:rsid w:val="00D50545"/>
    <w:rsid w:val="00D50643"/>
    <w:rsid w:val="00D57485"/>
    <w:rsid w:val="00D6388A"/>
    <w:rsid w:val="00D64639"/>
    <w:rsid w:val="00D65A64"/>
    <w:rsid w:val="00D6752B"/>
    <w:rsid w:val="00D72500"/>
    <w:rsid w:val="00D752F3"/>
    <w:rsid w:val="00D75EA2"/>
    <w:rsid w:val="00D76294"/>
    <w:rsid w:val="00D804A5"/>
    <w:rsid w:val="00D810DE"/>
    <w:rsid w:val="00D829E1"/>
    <w:rsid w:val="00D82B72"/>
    <w:rsid w:val="00D84DAC"/>
    <w:rsid w:val="00D91494"/>
    <w:rsid w:val="00D932E3"/>
    <w:rsid w:val="00D93921"/>
    <w:rsid w:val="00DA0E17"/>
    <w:rsid w:val="00DA34E8"/>
    <w:rsid w:val="00DA5ED8"/>
    <w:rsid w:val="00DA60DE"/>
    <w:rsid w:val="00DB5676"/>
    <w:rsid w:val="00DB5677"/>
    <w:rsid w:val="00DC5C34"/>
    <w:rsid w:val="00DC5CB0"/>
    <w:rsid w:val="00DD4B1D"/>
    <w:rsid w:val="00DD5B33"/>
    <w:rsid w:val="00DD5F7E"/>
    <w:rsid w:val="00DD6841"/>
    <w:rsid w:val="00DD6F43"/>
    <w:rsid w:val="00DD6F68"/>
    <w:rsid w:val="00DE332A"/>
    <w:rsid w:val="00DE543C"/>
    <w:rsid w:val="00DE56D7"/>
    <w:rsid w:val="00DE5F91"/>
    <w:rsid w:val="00DE6102"/>
    <w:rsid w:val="00DF298A"/>
    <w:rsid w:val="00DF5324"/>
    <w:rsid w:val="00DF57CF"/>
    <w:rsid w:val="00DF6B11"/>
    <w:rsid w:val="00DF730B"/>
    <w:rsid w:val="00DF7B66"/>
    <w:rsid w:val="00E03DD5"/>
    <w:rsid w:val="00E04E38"/>
    <w:rsid w:val="00E10F39"/>
    <w:rsid w:val="00E1180E"/>
    <w:rsid w:val="00E12378"/>
    <w:rsid w:val="00E14964"/>
    <w:rsid w:val="00E16E57"/>
    <w:rsid w:val="00E22D15"/>
    <w:rsid w:val="00E246EB"/>
    <w:rsid w:val="00E2711F"/>
    <w:rsid w:val="00E271A7"/>
    <w:rsid w:val="00E3095A"/>
    <w:rsid w:val="00E3297A"/>
    <w:rsid w:val="00E37DFB"/>
    <w:rsid w:val="00E43134"/>
    <w:rsid w:val="00E43902"/>
    <w:rsid w:val="00E43DF6"/>
    <w:rsid w:val="00E43DFB"/>
    <w:rsid w:val="00E516F9"/>
    <w:rsid w:val="00E53D63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B1A"/>
    <w:rsid w:val="00E645DA"/>
    <w:rsid w:val="00E6542C"/>
    <w:rsid w:val="00E66CDB"/>
    <w:rsid w:val="00E708F1"/>
    <w:rsid w:val="00E717C0"/>
    <w:rsid w:val="00E7180F"/>
    <w:rsid w:val="00E731AC"/>
    <w:rsid w:val="00E73A03"/>
    <w:rsid w:val="00E73D00"/>
    <w:rsid w:val="00E74EE1"/>
    <w:rsid w:val="00E759EC"/>
    <w:rsid w:val="00E75D2B"/>
    <w:rsid w:val="00E76574"/>
    <w:rsid w:val="00E7737E"/>
    <w:rsid w:val="00E8790C"/>
    <w:rsid w:val="00E9683D"/>
    <w:rsid w:val="00E97F56"/>
    <w:rsid w:val="00EA00B7"/>
    <w:rsid w:val="00EA110D"/>
    <w:rsid w:val="00EA5085"/>
    <w:rsid w:val="00EA6B1B"/>
    <w:rsid w:val="00EB0051"/>
    <w:rsid w:val="00EB08F4"/>
    <w:rsid w:val="00EB302F"/>
    <w:rsid w:val="00EB4B3C"/>
    <w:rsid w:val="00EB56EE"/>
    <w:rsid w:val="00EB6DD5"/>
    <w:rsid w:val="00EB75DF"/>
    <w:rsid w:val="00EB7D39"/>
    <w:rsid w:val="00EC5067"/>
    <w:rsid w:val="00EC6011"/>
    <w:rsid w:val="00EC6BF3"/>
    <w:rsid w:val="00ED35F2"/>
    <w:rsid w:val="00ED3C69"/>
    <w:rsid w:val="00ED4CB2"/>
    <w:rsid w:val="00ED5BCD"/>
    <w:rsid w:val="00EE0785"/>
    <w:rsid w:val="00EE0805"/>
    <w:rsid w:val="00EE1541"/>
    <w:rsid w:val="00EE1DD4"/>
    <w:rsid w:val="00EE2394"/>
    <w:rsid w:val="00EE399F"/>
    <w:rsid w:val="00EE3DE9"/>
    <w:rsid w:val="00EE7067"/>
    <w:rsid w:val="00EF4AF5"/>
    <w:rsid w:val="00F057AC"/>
    <w:rsid w:val="00F05C48"/>
    <w:rsid w:val="00F10431"/>
    <w:rsid w:val="00F10721"/>
    <w:rsid w:val="00F11615"/>
    <w:rsid w:val="00F1174C"/>
    <w:rsid w:val="00F15A06"/>
    <w:rsid w:val="00F16106"/>
    <w:rsid w:val="00F20218"/>
    <w:rsid w:val="00F20C1C"/>
    <w:rsid w:val="00F22AAC"/>
    <w:rsid w:val="00F24255"/>
    <w:rsid w:val="00F24E83"/>
    <w:rsid w:val="00F256B3"/>
    <w:rsid w:val="00F2718E"/>
    <w:rsid w:val="00F30C31"/>
    <w:rsid w:val="00F34CFA"/>
    <w:rsid w:val="00F360BB"/>
    <w:rsid w:val="00F367FD"/>
    <w:rsid w:val="00F36F5C"/>
    <w:rsid w:val="00F41F7E"/>
    <w:rsid w:val="00F4331F"/>
    <w:rsid w:val="00F44D4D"/>
    <w:rsid w:val="00F47CCC"/>
    <w:rsid w:val="00F556D8"/>
    <w:rsid w:val="00F56713"/>
    <w:rsid w:val="00F607C0"/>
    <w:rsid w:val="00F661A4"/>
    <w:rsid w:val="00F67895"/>
    <w:rsid w:val="00F707FD"/>
    <w:rsid w:val="00F7289C"/>
    <w:rsid w:val="00F73C73"/>
    <w:rsid w:val="00F75688"/>
    <w:rsid w:val="00F770C6"/>
    <w:rsid w:val="00F818F4"/>
    <w:rsid w:val="00F81B26"/>
    <w:rsid w:val="00F82342"/>
    <w:rsid w:val="00F824B9"/>
    <w:rsid w:val="00F83D8D"/>
    <w:rsid w:val="00F83EB9"/>
    <w:rsid w:val="00F90B7F"/>
    <w:rsid w:val="00F96025"/>
    <w:rsid w:val="00FA0517"/>
    <w:rsid w:val="00FA2393"/>
    <w:rsid w:val="00FA4B31"/>
    <w:rsid w:val="00FA6B76"/>
    <w:rsid w:val="00FB0162"/>
    <w:rsid w:val="00FB38B0"/>
    <w:rsid w:val="00FB63F6"/>
    <w:rsid w:val="00FC17BA"/>
    <w:rsid w:val="00FC2A2A"/>
    <w:rsid w:val="00FC3C96"/>
    <w:rsid w:val="00FC6F45"/>
    <w:rsid w:val="00FC7DF6"/>
    <w:rsid w:val="00FD0868"/>
    <w:rsid w:val="00FD0BE9"/>
    <w:rsid w:val="00FD1559"/>
    <w:rsid w:val="00FD161B"/>
    <w:rsid w:val="00FD1D26"/>
    <w:rsid w:val="00FD34BB"/>
    <w:rsid w:val="00FD4CA3"/>
    <w:rsid w:val="00FD6262"/>
    <w:rsid w:val="00FE1370"/>
    <w:rsid w:val="00FE2F21"/>
    <w:rsid w:val="00FF0C0E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6B2FA5-1336-4645-BD21-17F757AE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148</Pages>
  <Words>32034</Words>
  <Characters>182600</Characters>
  <Application>Microsoft Office Word</Application>
  <DocSecurity>0</DocSecurity>
  <Lines>1521</Lines>
  <Paragraphs>428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214206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36</cp:revision>
  <cp:lastPrinted>2016-04-27T12:07:00Z</cp:lastPrinted>
  <dcterms:created xsi:type="dcterms:W3CDTF">2015-11-16T07:31:00Z</dcterms:created>
  <dcterms:modified xsi:type="dcterms:W3CDTF">2016-04-27T12:08:00Z</dcterms:modified>
</cp:coreProperties>
</file>