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AD20BE" w:rsidTr="003A668F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3A668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3A668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AD20BE" w:rsidRDefault="00AD20BE" w:rsidP="003A668F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</w:t>
            </w:r>
            <w:r w:rsidR="001E32AE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 xml:space="preserve">       </w:t>
            </w:r>
          </w:p>
        </w:tc>
      </w:tr>
      <w:tr w:rsidR="00AD20BE" w:rsidTr="003A668F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3A668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3A668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AD20BE" w:rsidRDefault="00AD20BE" w:rsidP="003A668F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AD20BE" w:rsidTr="003A668F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3A668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AD20BE" w:rsidRDefault="00AD20BE" w:rsidP="003A668F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внесении изменений в Закон Челябинской</w:t>
            </w:r>
            <w:r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AD20BE" w:rsidRDefault="00E340F5" w:rsidP="003A668F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="00AD20BE">
              <w:rPr>
                <w:sz w:val="26"/>
                <w:szCs w:val="26"/>
              </w:rPr>
              <w:t>на плановый период 2018 и 2019 годов»</w:t>
            </w:r>
          </w:p>
        </w:tc>
      </w:tr>
      <w:tr w:rsidR="00AD20BE" w:rsidTr="003A668F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3A668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3A668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AD20BE" w:rsidRDefault="00AD20BE" w:rsidP="003A668F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от___________2017 года № _________</w:t>
            </w:r>
          </w:p>
        </w:tc>
      </w:tr>
      <w:tr w:rsidR="00AD20BE" w:rsidTr="003A668F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3A668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3A668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3A668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AD20BE" w:rsidRDefault="00AD20BE" w:rsidP="003A668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AD20BE" w:rsidRDefault="00AD20BE" w:rsidP="003A668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AD20BE" w:rsidRDefault="00AD20BE" w:rsidP="003A668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AD20BE" w:rsidTr="003A668F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3A668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3A668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AD20BE" w:rsidRDefault="00AD20BE" w:rsidP="00AD20BE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«Приложение 17</w:t>
            </w:r>
          </w:p>
        </w:tc>
      </w:tr>
      <w:tr w:rsidR="00AD20BE" w:rsidTr="003A668F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3A668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3A668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AD20BE" w:rsidRDefault="00AD20BE" w:rsidP="003A668F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AD20BE" w:rsidTr="003A668F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3A668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3A668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AD20BE" w:rsidRDefault="00AD20BE" w:rsidP="003A668F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областном бюджете на 2017 год</w:t>
            </w:r>
          </w:p>
        </w:tc>
      </w:tr>
      <w:tr w:rsidR="00AD20BE" w:rsidTr="003A668F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3A668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3A668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AD20BE" w:rsidRDefault="00E340F5" w:rsidP="003A668F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="00AD20BE">
              <w:rPr>
                <w:sz w:val="26"/>
                <w:szCs w:val="26"/>
              </w:rPr>
              <w:t>на плановый период 2018 и 2019 годов»</w:t>
            </w:r>
          </w:p>
        </w:tc>
      </w:tr>
    </w:tbl>
    <w:p w:rsidR="00AD20BE" w:rsidRDefault="00AD20BE" w:rsidP="008D7DD1">
      <w:pPr>
        <w:spacing w:line="360" w:lineRule="auto"/>
      </w:pPr>
    </w:p>
    <w:p w:rsidR="00E86E7D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r w:rsidRPr="00744CC8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744CC8">
        <w:rPr>
          <w:rFonts w:ascii="Times New Roman" w:hAnsi="Times New Roman" w:cs="Times New Roman"/>
          <w:sz w:val="26"/>
          <w:szCs w:val="26"/>
        </w:rPr>
        <w:br/>
        <w:t>на 201</w:t>
      </w:r>
      <w:r w:rsidR="005A4CFA" w:rsidRPr="002B793A">
        <w:rPr>
          <w:rFonts w:ascii="Times New Roman" w:hAnsi="Times New Roman" w:cs="Times New Roman"/>
          <w:sz w:val="26"/>
          <w:szCs w:val="26"/>
        </w:rPr>
        <w:t>7</w:t>
      </w:r>
      <w:r w:rsidRPr="00744CC8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E56801" w:rsidRPr="00E56801" w:rsidRDefault="00E56801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16"/>
          <w:szCs w:val="16"/>
        </w:rPr>
      </w:pPr>
    </w:p>
    <w:p w:rsidR="00E86E7D" w:rsidRPr="00744CC8" w:rsidRDefault="00E86E7D" w:rsidP="00E86E7D">
      <w:pPr>
        <w:spacing w:after="20"/>
        <w:ind w:left="-198" w:right="-62" w:firstLine="198"/>
        <w:jc w:val="right"/>
        <w:rPr>
          <w:sz w:val="26"/>
          <w:szCs w:val="26"/>
        </w:rPr>
      </w:pPr>
      <w:r w:rsidRPr="00744CC8">
        <w:rPr>
          <w:sz w:val="26"/>
          <w:szCs w:val="26"/>
        </w:rPr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E86E7D" w:rsidRPr="00744CC8" w:rsidTr="003C1A72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Код бюджетной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классификации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908" w:type="pct"/>
          </w:tcPr>
          <w:p w:rsidR="00E86E7D" w:rsidRPr="00744CC8" w:rsidRDefault="00E86E7D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Сумма</w:t>
            </w:r>
          </w:p>
        </w:tc>
      </w:tr>
    </w:tbl>
    <w:p w:rsidR="00E86E7D" w:rsidRPr="00744CC8" w:rsidRDefault="00E86E7D" w:rsidP="00E86E7D">
      <w:pPr>
        <w:rPr>
          <w:sz w:val="2"/>
          <w:szCs w:val="2"/>
        </w:rPr>
      </w:pPr>
    </w:p>
    <w:tbl>
      <w:tblPr>
        <w:tblW w:w="5021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E86E7D" w:rsidRPr="00744CC8" w:rsidTr="003C1A72">
        <w:trPr>
          <w:trHeight w:val="292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1</w:t>
            </w:r>
          </w:p>
        </w:tc>
        <w:tc>
          <w:tcPr>
            <w:tcW w:w="2700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7D" w:rsidRPr="00744CC8" w:rsidRDefault="00E86E7D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3</w:t>
            </w:r>
          </w:p>
        </w:tc>
      </w:tr>
      <w:tr w:rsidR="00E86E7D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01 00 00 00 00 0000 000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E86E7D" w:rsidRPr="00AD20BE" w:rsidRDefault="00EF539C" w:rsidP="00EF539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  <w:r w:rsidR="00633855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000</w:t>
            </w:r>
            <w:r w:rsidR="00633855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</w:t>
            </w:r>
            <w:r w:rsidR="00633855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01 01 00 00 00 0000 000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EF539C" w:rsidP="004A128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01 01 00 00 00 0000 700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(муници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EF539C" w:rsidP="004A128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01 01 00 00 02 0000 710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Российской Федерации, номи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EF539C" w:rsidP="004A128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01 02 00 00 00 0000 000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AD20BE" w:rsidP="00AD20BE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933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943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F539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01 02 00 00 00 0000 700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EF539C" w:rsidP="00AD20BE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8</w:t>
            </w:r>
            <w:r w:rsidR="003224AA"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</w:t>
            </w:r>
            <w:r w:rsidR="00AD20BE">
              <w:rPr>
                <w:sz w:val="26"/>
                <w:szCs w:val="26"/>
              </w:rPr>
              <w:t>11</w:t>
            </w:r>
            <w:r w:rsidR="003224AA" w:rsidRPr="00EF539C">
              <w:rPr>
                <w:sz w:val="26"/>
                <w:szCs w:val="26"/>
              </w:rPr>
              <w:t> </w:t>
            </w:r>
            <w:r w:rsidR="00AD20BE">
              <w:rPr>
                <w:sz w:val="26"/>
                <w:szCs w:val="26"/>
              </w:rPr>
              <w:t>630</w:t>
            </w:r>
            <w:r w:rsidR="003224AA" w:rsidRPr="00EF539C">
              <w:rPr>
                <w:sz w:val="26"/>
                <w:szCs w:val="26"/>
              </w:rPr>
              <w:t>,</w:t>
            </w:r>
            <w:r w:rsidR="00AD20BE">
              <w:rPr>
                <w:sz w:val="26"/>
                <w:szCs w:val="26"/>
              </w:rPr>
              <w:t>94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01 02 00 00 02 0000 710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бюджетами субъектов Рос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AD20BE" w:rsidP="00F611EC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8</w:t>
            </w:r>
            <w:r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811</w:t>
            </w:r>
            <w:r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630</w:t>
            </w:r>
            <w:r w:rsidRPr="00EF539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94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4A128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01 02 00 00 00 0000 800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4A128D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кредитов, предоставленных кредитными организациями в валюте Рос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9F730E" w:rsidP="00AD20BE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EF539C">
              <w:rPr>
                <w:sz w:val="26"/>
                <w:szCs w:val="26"/>
                <w:lang w:val="en-US"/>
              </w:rPr>
              <w:t>-</w:t>
            </w:r>
            <w:r w:rsidR="00EF539C">
              <w:rPr>
                <w:sz w:val="26"/>
                <w:szCs w:val="26"/>
              </w:rPr>
              <w:t>4</w:t>
            </w:r>
            <w:r w:rsidR="003224AA" w:rsidRPr="00EF539C">
              <w:rPr>
                <w:sz w:val="26"/>
                <w:szCs w:val="26"/>
              </w:rPr>
              <w:t> </w:t>
            </w:r>
            <w:r w:rsidR="00AD20BE">
              <w:rPr>
                <w:sz w:val="26"/>
                <w:szCs w:val="26"/>
              </w:rPr>
              <w:t>877</w:t>
            </w:r>
            <w:r w:rsidR="003224AA" w:rsidRPr="00EF539C">
              <w:rPr>
                <w:sz w:val="26"/>
                <w:szCs w:val="26"/>
              </w:rPr>
              <w:t> </w:t>
            </w:r>
            <w:r w:rsidR="00EF539C">
              <w:rPr>
                <w:sz w:val="26"/>
                <w:szCs w:val="26"/>
              </w:rPr>
              <w:t>6</w:t>
            </w:r>
            <w:r w:rsidR="00AD20BE">
              <w:rPr>
                <w:sz w:val="26"/>
                <w:szCs w:val="26"/>
              </w:rPr>
              <w:t>87</w:t>
            </w:r>
            <w:r w:rsidR="003224AA" w:rsidRPr="00EF539C">
              <w:rPr>
                <w:sz w:val="26"/>
                <w:szCs w:val="26"/>
              </w:rPr>
              <w:t>,</w:t>
            </w:r>
            <w:r w:rsidR="00AD20BE">
              <w:rPr>
                <w:sz w:val="26"/>
                <w:szCs w:val="26"/>
              </w:rPr>
              <w:t>3</w:t>
            </w:r>
            <w:r w:rsidR="00EF539C">
              <w:rPr>
                <w:sz w:val="26"/>
                <w:szCs w:val="26"/>
              </w:rPr>
              <w:t>4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4A128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01 02 00 00 02 0000 810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4A128D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кредитных орга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AD20BE" w:rsidP="00EE7479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EF539C">
              <w:rPr>
                <w:sz w:val="26"/>
                <w:szCs w:val="26"/>
                <w:lang w:val="en-US"/>
              </w:rPr>
              <w:t>-</w:t>
            </w:r>
            <w:r>
              <w:rPr>
                <w:sz w:val="26"/>
                <w:szCs w:val="26"/>
              </w:rPr>
              <w:t>4</w:t>
            </w:r>
            <w:r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877</w:t>
            </w:r>
            <w:r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687</w:t>
            </w:r>
            <w:r w:rsidRPr="00EF539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34</w:t>
            </w:r>
          </w:p>
        </w:tc>
      </w:tr>
      <w:tr w:rsidR="003224AA" w:rsidRPr="00DA22D8" w:rsidTr="008D7DD1">
        <w:trPr>
          <w:trHeight w:val="502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01 03 00 00 00 0000 000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3224AA" w:rsidRPr="00EF539C" w:rsidRDefault="00AD20BE" w:rsidP="00AD20BE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597</w:t>
            </w:r>
            <w:r w:rsidR="003224AA"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696</w:t>
            </w:r>
            <w:r w:rsidR="003224AA" w:rsidRPr="00EF539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80</w:t>
            </w:r>
          </w:p>
        </w:tc>
      </w:tr>
      <w:tr w:rsidR="003224AA" w:rsidRPr="00DA22D8" w:rsidTr="008D7DD1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00 00 0000 000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216D" w:rsidRPr="00517073" w:rsidRDefault="003224AA" w:rsidP="006609FB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кредиты 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от других бюджетов бюджетной системы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EF539C" w:rsidRDefault="00AD20BE" w:rsidP="00EE7479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597</w:t>
            </w:r>
            <w:r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696</w:t>
            </w:r>
            <w:r w:rsidRPr="00EF539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80</w:t>
            </w:r>
          </w:p>
        </w:tc>
      </w:tr>
      <w:tr w:rsidR="003224AA" w:rsidRPr="00744CC8" w:rsidTr="006609FB">
        <w:trPr>
          <w:trHeight w:val="566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00 00 0000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F47950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3224AA" w:rsidRPr="005D7E22" w:rsidRDefault="00A53EC4" w:rsidP="00AD20BE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178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701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D7E2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>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F47950">
            <w:pPr>
              <w:autoSpaceDE w:val="0"/>
              <w:autoSpaceDN w:val="0"/>
              <w:adjustRightInd w:val="0"/>
              <w:ind w:left="119" w:right="126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</w:t>
            </w:r>
            <w:r w:rsidR="00F175D9" w:rsidRPr="00F175D9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5D7E22" w:rsidRDefault="00AD20BE" w:rsidP="005D7E22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178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701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00 00 0000 800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полу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AD20BE" w:rsidRDefault="003224AA" w:rsidP="001542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581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5426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AD20BE" w:rsidRDefault="003224AA" w:rsidP="001542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581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E636C8"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5426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29760E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01 06 00 00 00 0000 000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433A5D" w:rsidRDefault="004A128D" w:rsidP="00F611E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F611EC">
              <w:rPr>
                <w:sz w:val="26"/>
                <w:szCs w:val="26"/>
                <w:lang w:val="en-US"/>
              </w:rPr>
              <w:t>6</w:t>
            </w:r>
            <w:r>
              <w:rPr>
                <w:sz w:val="26"/>
                <w:szCs w:val="26"/>
              </w:rPr>
              <w:t>8</w:t>
            </w:r>
            <w:r w:rsidR="003224AA"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860</w:t>
            </w:r>
            <w:r w:rsidR="003224AA" w:rsidRPr="00EF539C">
              <w:rPr>
                <w:sz w:val="26"/>
                <w:szCs w:val="26"/>
              </w:rPr>
              <w:t>,</w:t>
            </w:r>
            <w:r w:rsidR="00E636C8" w:rsidRPr="00EF539C">
              <w:rPr>
                <w:sz w:val="26"/>
                <w:szCs w:val="26"/>
                <w:lang w:val="en-US"/>
              </w:rPr>
              <w:t>0</w:t>
            </w:r>
            <w:r w:rsidR="00433A5D">
              <w:rPr>
                <w:sz w:val="26"/>
                <w:szCs w:val="26"/>
              </w:rPr>
              <w:t>0</w:t>
            </w:r>
          </w:p>
        </w:tc>
      </w:tr>
      <w:tr w:rsidR="003224AA" w:rsidRPr="00DA22D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4B4611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01 06 00 00 00 0000 </w:t>
            </w:r>
            <w:r>
              <w:rPr>
                <w:sz w:val="26"/>
                <w:szCs w:val="26"/>
              </w:rPr>
              <w:t>5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активов, являю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щихся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3224AA" w:rsidP="007237AA">
            <w:pPr>
              <w:ind w:right="61"/>
              <w:jc w:val="right"/>
              <w:rPr>
                <w:sz w:val="26"/>
                <w:szCs w:val="26"/>
              </w:rPr>
            </w:pPr>
            <w:r w:rsidRPr="00EF539C">
              <w:rPr>
                <w:sz w:val="26"/>
                <w:szCs w:val="26"/>
              </w:rPr>
              <w:t>-200 000,0</w:t>
            </w:r>
            <w:r w:rsidR="00433A5D">
              <w:rPr>
                <w:sz w:val="26"/>
                <w:szCs w:val="26"/>
              </w:rPr>
              <w:t>0</w:t>
            </w:r>
          </w:p>
        </w:tc>
      </w:tr>
      <w:tr w:rsidR="003224AA" w:rsidRPr="0029760E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4B4611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01 06 00 00 00 0000 </w:t>
            </w:r>
            <w:r>
              <w:rPr>
                <w:sz w:val="26"/>
                <w:szCs w:val="26"/>
              </w:rPr>
              <w:t>6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4B461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являю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щихся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433A5D" w:rsidRDefault="004A128D" w:rsidP="00F611E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F611EC">
              <w:rPr>
                <w:sz w:val="26"/>
                <w:szCs w:val="26"/>
                <w:lang w:val="en-US"/>
              </w:rPr>
              <w:t>6</w:t>
            </w:r>
            <w:r>
              <w:rPr>
                <w:sz w:val="26"/>
                <w:szCs w:val="26"/>
              </w:rPr>
              <w:t>8</w:t>
            </w:r>
            <w:r w:rsidR="003224AA"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860</w:t>
            </w:r>
            <w:r w:rsidR="003224AA" w:rsidRPr="00EF539C">
              <w:rPr>
                <w:sz w:val="26"/>
                <w:szCs w:val="26"/>
              </w:rPr>
              <w:t>,</w:t>
            </w:r>
            <w:r w:rsidR="00E636C8" w:rsidRPr="00EF539C">
              <w:rPr>
                <w:sz w:val="26"/>
                <w:szCs w:val="26"/>
                <w:lang w:val="en-US"/>
              </w:rPr>
              <w:t>0</w:t>
            </w:r>
            <w:r w:rsidR="00433A5D">
              <w:rPr>
                <w:sz w:val="26"/>
                <w:szCs w:val="26"/>
              </w:rPr>
              <w:t>0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00 00 0000 000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Акции и иные формы участия в капитале, находящиеся в государственной и муни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4A128D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  <w:r w:rsidR="003224AA" w:rsidRPr="00EF539C">
              <w:rPr>
                <w:sz w:val="26"/>
                <w:szCs w:val="26"/>
              </w:rPr>
              <w:t> 000,0</w:t>
            </w:r>
            <w:r w:rsidR="00433A5D">
              <w:rPr>
                <w:sz w:val="26"/>
                <w:szCs w:val="26"/>
              </w:rPr>
              <w:t>0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00 00 0000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госу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дарственной и муниципальной собствен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4A128D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  <w:r w:rsidR="003224AA" w:rsidRPr="00EF539C">
              <w:rPr>
                <w:sz w:val="26"/>
                <w:szCs w:val="26"/>
              </w:rPr>
              <w:t> 000,0</w:t>
            </w:r>
            <w:r w:rsidR="00433A5D">
              <w:rPr>
                <w:sz w:val="26"/>
                <w:szCs w:val="26"/>
              </w:rPr>
              <w:t>0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</w:t>
            </w:r>
            <w:r>
              <w:rPr>
                <w:sz w:val="26"/>
                <w:szCs w:val="26"/>
              </w:rPr>
              <w:t>2</w:t>
            </w:r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собст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венности субъектов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4A128D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  <w:r w:rsidR="003224AA" w:rsidRPr="00EF539C">
              <w:rPr>
                <w:sz w:val="26"/>
                <w:szCs w:val="26"/>
              </w:rPr>
              <w:t> 000,0</w:t>
            </w:r>
            <w:r w:rsidR="00433A5D">
              <w:rPr>
                <w:sz w:val="26"/>
                <w:szCs w:val="26"/>
              </w:rPr>
              <w:t>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01 06 05 00 00 0000 000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224AA" w:rsidRPr="00433A5D" w:rsidRDefault="004A128D" w:rsidP="00F611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611E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860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36C8"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="00433A5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DA22D8" w:rsidTr="00071D0A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01 06 05 00 00 0000 600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</w:t>
            </w:r>
            <w:r w:rsidR="00537299" w:rsidRPr="0053729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3224AA" w:rsidRPr="00433A5D" w:rsidRDefault="000E1CB0" w:rsidP="00F611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611E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860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36C8"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="00433A5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DA22D8" w:rsidTr="00071D0A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</w:t>
            </w:r>
            <w:r w:rsidR="00537299" w:rsidRPr="0053729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ленных другим бюджетам бюджетной системы 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3224AA" w:rsidRPr="00433A5D" w:rsidRDefault="000E1CB0" w:rsidP="00F611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  <w:r w:rsidR="00F611E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860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36C8"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="00433A5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744CC8" w:rsidTr="00071D0A">
        <w:trPr>
          <w:trHeight w:val="361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lastRenderedPageBreak/>
              <w:t>01 06 05 02 02 0000 640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071D0A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</w:t>
            </w:r>
            <w:r w:rsidR="00537299" w:rsidRPr="0053729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433A5D" w:rsidRDefault="000E1CB0" w:rsidP="00F611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611E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860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36C8"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="00433A5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744CC8" w:rsidTr="00071D0A">
        <w:trPr>
          <w:trHeight w:val="71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01 06 05 00 00 0000 500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071D0A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EF539C" w:rsidRDefault="003224AA" w:rsidP="003C1A72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  <w:r w:rsidR="00433A5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F5098E" w:rsidTr="0008379B">
        <w:trPr>
          <w:trHeight w:val="973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3224AA" w:rsidP="003C1A72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  <w:r w:rsidR="00433A5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C77ED6" w:rsidTr="0008379B">
        <w:trPr>
          <w:trHeight w:val="1600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  <w:r w:rsidRPr="00744CC8">
              <w:rPr>
                <w:sz w:val="26"/>
                <w:szCs w:val="26"/>
              </w:rPr>
              <w:t>01 06 05 02 02 0000 540</w:t>
            </w:r>
          </w:p>
          <w:p w:rsid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</w:p>
          <w:p w:rsid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</w:p>
          <w:p w:rsid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</w:p>
          <w:p w:rsidR="003133B4" w:rsidRP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2"/>
                <w:szCs w:val="22"/>
                <w:lang w:val="en-US"/>
              </w:rPr>
            </w:pPr>
          </w:p>
          <w:p w:rsidR="003133B4" w:rsidRP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  <w:r w:rsidRPr="00744CC8">
              <w:rPr>
                <w:sz w:val="26"/>
                <w:szCs w:val="26"/>
              </w:rPr>
              <w:t xml:space="preserve">01 06 </w:t>
            </w:r>
            <w:r>
              <w:rPr>
                <w:sz w:val="26"/>
                <w:szCs w:val="26"/>
              </w:rPr>
              <w:t>10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00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2E23E5" w:rsidRDefault="003224AA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  <w:p w:rsidR="003133B4" w:rsidRPr="002E23E5" w:rsidRDefault="003133B4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3133B4" w:rsidRPr="003133B4" w:rsidRDefault="003133B4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33B4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224AA" w:rsidRPr="00EF539C" w:rsidRDefault="003224AA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  <w:r w:rsidR="00433A5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133B4" w:rsidRPr="00EF539C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3133B4" w:rsidRPr="00EF539C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3133B4" w:rsidRPr="00EF539C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3133B4" w:rsidRPr="00EF539C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</w:p>
          <w:p w:rsidR="002E23E5" w:rsidRPr="00DB4C46" w:rsidRDefault="002E23E5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="00DB4C4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3133B4" w:rsidRPr="00EF539C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E86E7D" w:rsidRDefault="00E86E7D" w:rsidP="008D7D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E86E7D" w:rsidSect="00DB4C46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DEE" w:rsidRDefault="00453DEE">
      <w:r>
        <w:separator/>
      </w:r>
    </w:p>
  </w:endnote>
  <w:endnote w:type="continuationSeparator" w:id="0">
    <w:p w:rsidR="00453DEE" w:rsidRDefault="00453D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28D" w:rsidRDefault="0079099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A128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128D">
      <w:rPr>
        <w:rStyle w:val="a7"/>
        <w:noProof/>
      </w:rPr>
      <w:t>10</w:t>
    </w:r>
    <w:r>
      <w:rPr>
        <w:rStyle w:val="a7"/>
      </w:rPr>
      <w:fldChar w:fldCharType="end"/>
    </w:r>
  </w:p>
  <w:p w:rsidR="004A128D" w:rsidRDefault="004A128D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71004"/>
      <w:docPartObj>
        <w:docPartGallery w:val="Page Numbers (Bottom of Page)"/>
        <w:docPartUnique/>
      </w:docPartObj>
    </w:sdtPr>
    <w:sdtContent>
      <w:p w:rsidR="00DB4C46" w:rsidRDefault="00790996">
        <w:pPr>
          <w:pStyle w:val="a5"/>
          <w:jc w:val="right"/>
        </w:pPr>
        <w:fldSimple w:instr=" PAGE   \* MERGEFORMAT ">
          <w:r w:rsidR="00E340F5">
            <w:rPr>
              <w:noProof/>
            </w:rPr>
            <w:t>11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4A128D" w:rsidRDefault="00790996">
        <w:pPr>
          <w:pStyle w:val="a5"/>
          <w:jc w:val="right"/>
        </w:pPr>
        <w:fldSimple w:instr=" PAGE   \* MERGEFORMAT ">
          <w:r w:rsidR="004A128D">
            <w:rPr>
              <w:noProof/>
            </w:rPr>
            <w:t>1</w:t>
          </w:r>
        </w:fldSimple>
      </w:p>
    </w:sdtContent>
  </w:sdt>
  <w:p w:rsidR="004A128D" w:rsidRDefault="004A128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DEE" w:rsidRDefault="00453DEE">
      <w:r>
        <w:separator/>
      </w:r>
    </w:p>
  </w:footnote>
  <w:footnote w:type="continuationSeparator" w:id="0">
    <w:p w:rsidR="00453DEE" w:rsidRDefault="00453D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278F6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29DD"/>
    <w:rsid w:val="000643B4"/>
    <w:rsid w:val="00064EE1"/>
    <w:rsid w:val="00065A92"/>
    <w:rsid w:val="00070B77"/>
    <w:rsid w:val="00071D0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379B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1CB0"/>
    <w:rsid w:val="000E2C66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153E"/>
    <w:rsid w:val="0010281C"/>
    <w:rsid w:val="001043C4"/>
    <w:rsid w:val="00105AD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3A6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261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2AE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47CD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49BB"/>
    <w:rsid w:val="0026613C"/>
    <w:rsid w:val="00266523"/>
    <w:rsid w:val="00270EE2"/>
    <w:rsid w:val="00273CB2"/>
    <w:rsid w:val="002779F0"/>
    <w:rsid w:val="00277D98"/>
    <w:rsid w:val="002844CE"/>
    <w:rsid w:val="00285D4F"/>
    <w:rsid w:val="0028657B"/>
    <w:rsid w:val="0029465D"/>
    <w:rsid w:val="00294A83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B793A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23E5"/>
    <w:rsid w:val="002E3871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6D54"/>
    <w:rsid w:val="00306E3C"/>
    <w:rsid w:val="003133B4"/>
    <w:rsid w:val="003133CE"/>
    <w:rsid w:val="00314511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59FE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41F1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B71"/>
    <w:rsid w:val="003F03DF"/>
    <w:rsid w:val="003F0AC0"/>
    <w:rsid w:val="003F197B"/>
    <w:rsid w:val="003F4B53"/>
    <w:rsid w:val="004014F5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3A5D"/>
    <w:rsid w:val="00435741"/>
    <w:rsid w:val="00436D4F"/>
    <w:rsid w:val="00437944"/>
    <w:rsid w:val="00441CDE"/>
    <w:rsid w:val="004431DD"/>
    <w:rsid w:val="00443674"/>
    <w:rsid w:val="004443A2"/>
    <w:rsid w:val="00445EC6"/>
    <w:rsid w:val="00446F2A"/>
    <w:rsid w:val="00447208"/>
    <w:rsid w:val="004475E1"/>
    <w:rsid w:val="00447E78"/>
    <w:rsid w:val="00452385"/>
    <w:rsid w:val="00452691"/>
    <w:rsid w:val="00453DEE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3E68"/>
    <w:rsid w:val="00484512"/>
    <w:rsid w:val="00487B36"/>
    <w:rsid w:val="00490522"/>
    <w:rsid w:val="004912AC"/>
    <w:rsid w:val="0049234C"/>
    <w:rsid w:val="00497944"/>
    <w:rsid w:val="004A02D5"/>
    <w:rsid w:val="004A0649"/>
    <w:rsid w:val="004A128D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B15"/>
    <w:rsid w:val="004D395E"/>
    <w:rsid w:val="004D5B1C"/>
    <w:rsid w:val="004D7BD7"/>
    <w:rsid w:val="004E133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17073"/>
    <w:rsid w:val="0052054A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299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0B6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4CFA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C26A9"/>
    <w:rsid w:val="005C2E91"/>
    <w:rsid w:val="005C352A"/>
    <w:rsid w:val="005C77D3"/>
    <w:rsid w:val="005D0742"/>
    <w:rsid w:val="005D5484"/>
    <w:rsid w:val="005D7E22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09FB"/>
    <w:rsid w:val="00661D30"/>
    <w:rsid w:val="00662592"/>
    <w:rsid w:val="00663260"/>
    <w:rsid w:val="00663B1B"/>
    <w:rsid w:val="00664AAD"/>
    <w:rsid w:val="006661E1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31D1"/>
    <w:rsid w:val="00693285"/>
    <w:rsid w:val="00694430"/>
    <w:rsid w:val="006958D8"/>
    <w:rsid w:val="00695F23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6F77A8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0996"/>
    <w:rsid w:val="0079216D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5425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28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41C2"/>
    <w:rsid w:val="00815120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0D68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52A1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D7DD1"/>
    <w:rsid w:val="008E1AA9"/>
    <w:rsid w:val="008E21D0"/>
    <w:rsid w:val="008E29A2"/>
    <w:rsid w:val="008E3F6E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401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1BC7"/>
    <w:rsid w:val="009426D3"/>
    <w:rsid w:val="00944794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0009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9F730E"/>
    <w:rsid w:val="00A00541"/>
    <w:rsid w:val="00A05CB2"/>
    <w:rsid w:val="00A05DE8"/>
    <w:rsid w:val="00A06FF1"/>
    <w:rsid w:val="00A07148"/>
    <w:rsid w:val="00A0788E"/>
    <w:rsid w:val="00A11A2A"/>
    <w:rsid w:val="00A13E86"/>
    <w:rsid w:val="00A1579E"/>
    <w:rsid w:val="00A175B8"/>
    <w:rsid w:val="00A20062"/>
    <w:rsid w:val="00A21926"/>
    <w:rsid w:val="00A21954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15DA"/>
    <w:rsid w:val="00A52411"/>
    <w:rsid w:val="00A53E93"/>
    <w:rsid w:val="00A53EC4"/>
    <w:rsid w:val="00A56730"/>
    <w:rsid w:val="00A60290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20BD"/>
    <w:rsid w:val="00AD20BE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DFE"/>
    <w:rsid w:val="00B00395"/>
    <w:rsid w:val="00B00912"/>
    <w:rsid w:val="00B02A44"/>
    <w:rsid w:val="00B02E52"/>
    <w:rsid w:val="00B03430"/>
    <w:rsid w:val="00B04B0E"/>
    <w:rsid w:val="00B04ECA"/>
    <w:rsid w:val="00B06072"/>
    <w:rsid w:val="00B1076B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21A"/>
    <w:rsid w:val="00B56E55"/>
    <w:rsid w:val="00B6330F"/>
    <w:rsid w:val="00B639E9"/>
    <w:rsid w:val="00B63E9F"/>
    <w:rsid w:val="00B65F67"/>
    <w:rsid w:val="00B66A37"/>
    <w:rsid w:val="00B675BC"/>
    <w:rsid w:val="00B67D5F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2140"/>
    <w:rsid w:val="00BE33BB"/>
    <w:rsid w:val="00BE4D5D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53D8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1D5"/>
    <w:rsid w:val="00C84556"/>
    <w:rsid w:val="00C84959"/>
    <w:rsid w:val="00C85893"/>
    <w:rsid w:val="00C90F6D"/>
    <w:rsid w:val="00C9189F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6F8D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2FE2"/>
    <w:rsid w:val="00D73CB4"/>
    <w:rsid w:val="00D74012"/>
    <w:rsid w:val="00D74B71"/>
    <w:rsid w:val="00D74C51"/>
    <w:rsid w:val="00D757D8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9D5"/>
    <w:rsid w:val="00D97CE4"/>
    <w:rsid w:val="00D97FE4"/>
    <w:rsid w:val="00DA0D5D"/>
    <w:rsid w:val="00DA22D8"/>
    <w:rsid w:val="00DA277E"/>
    <w:rsid w:val="00DA41A1"/>
    <w:rsid w:val="00DA71B0"/>
    <w:rsid w:val="00DB02E7"/>
    <w:rsid w:val="00DB1399"/>
    <w:rsid w:val="00DB1EAC"/>
    <w:rsid w:val="00DB2904"/>
    <w:rsid w:val="00DB40F9"/>
    <w:rsid w:val="00DB423C"/>
    <w:rsid w:val="00DB44F6"/>
    <w:rsid w:val="00DB4C46"/>
    <w:rsid w:val="00DB5482"/>
    <w:rsid w:val="00DB5CA0"/>
    <w:rsid w:val="00DB645D"/>
    <w:rsid w:val="00DB67E7"/>
    <w:rsid w:val="00DB72F7"/>
    <w:rsid w:val="00DB7ADB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29C6"/>
    <w:rsid w:val="00E2376F"/>
    <w:rsid w:val="00E23D16"/>
    <w:rsid w:val="00E31BEC"/>
    <w:rsid w:val="00E32927"/>
    <w:rsid w:val="00E34058"/>
    <w:rsid w:val="00E340F5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6801"/>
    <w:rsid w:val="00E57DB1"/>
    <w:rsid w:val="00E6210C"/>
    <w:rsid w:val="00E636C8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B6879"/>
    <w:rsid w:val="00EC0085"/>
    <w:rsid w:val="00EC19A8"/>
    <w:rsid w:val="00EC1D14"/>
    <w:rsid w:val="00EC45D4"/>
    <w:rsid w:val="00EC6BDF"/>
    <w:rsid w:val="00EC6CC4"/>
    <w:rsid w:val="00ED0780"/>
    <w:rsid w:val="00ED3766"/>
    <w:rsid w:val="00ED3EBC"/>
    <w:rsid w:val="00ED3FA2"/>
    <w:rsid w:val="00ED590E"/>
    <w:rsid w:val="00ED5E9F"/>
    <w:rsid w:val="00EE09A1"/>
    <w:rsid w:val="00EE221A"/>
    <w:rsid w:val="00EE260B"/>
    <w:rsid w:val="00EE4B02"/>
    <w:rsid w:val="00EE4ECF"/>
    <w:rsid w:val="00EE5A28"/>
    <w:rsid w:val="00EE6E45"/>
    <w:rsid w:val="00EE7479"/>
    <w:rsid w:val="00EE74DA"/>
    <w:rsid w:val="00EF09B4"/>
    <w:rsid w:val="00EF0FBE"/>
    <w:rsid w:val="00EF539C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5D9"/>
    <w:rsid w:val="00F17ADD"/>
    <w:rsid w:val="00F202BA"/>
    <w:rsid w:val="00F20D01"/>
    <w:rsid w:val="00F234B4"/>
    <w:rsid w:val="00F23A9F"/>
    <w:rsid w:val="00F264C6"/>
    <w:rsid w:val="00F27B51"/>
    <w:rsid w:val="00F335DD"/>
    <w:rsid w:val="00F356F2"/>
    <w:rsid w:val="00F35E7B"/>
    <w:rsid w:val="00F36C21"/>
    <w:rsid w:val="00F376CC"/>
    <w:rsid w:val="00F40042"/>
    <w:rsid w:val="00F42721"/>
    <w:rsid w:val="00F43194"/>
    <w:rsid w:val="00F44EAC"/>
    <w:rsid w:val="00F456F4"/>
    <w:rsid w:val="00F47950"/>
    <w:rsid w:val="00F47D48"/>
    <w:rsid w:val="00F5000B"/>
    <w:rsid w:val="00F5098E"/>
    <w:rsid w:val="00F51F4E"/>
    <w:rsid w:val="00F532A3"/>
    <w:rsid w:val="00F54472"/>
    <w:rsid w:val="00F5663D"/>
    <w:rsid w:val="00F56EFF"/>
    <w:rsid w:val="00F571FA"/>
    <w:rsid w:val="00F6027B"/>
    <w:rsid w:val="00F611E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3BD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E77B6-9869-4C59-A99A-DE87D39F7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4754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</cp:lastModifiedBy>
  <cp:revision>53</cp:revision>
  <cp:lastPrinted>2017-01-25T11:15:00Z</cp:lastPrinted>
  <dcterms:created xsi:type="dcterms:W3CDTF">2014-10-27T10:33:00Z</dcterms:created>
  <dcterms:modified xsi:type="dcterms:W3CDTF">2017-01-25T11:15:00Z</dcterms:modified>
</cp:coreProperties>
</file>