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832728">
            <w:pPr>
              <w:ind w:left="4854" w:right="-108"/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96056F">
              <w:rPr>
                <w:sz w:val="26"/>
                <w:szCs w:val="26"/>
              </w:rPr>
              <w:t>Приложение</w:t>
            </w:r>
            <w:r w:rsidR="00B93A35" w:rsidRPr="0096056F">
              <w:rPr>
                <w:sz w:val="26"/>
                <w:szCs w:val="26"/>
              </w:rPr>
              <w:t xml:space="preserve"> </w:t>
            </w:r>
            <w:r w:rsidR="00832728">
              <w:rPr>
                <w:sz w:val="26"/>
                <w:szCs w:val="26"/>
              </w:rPr>
              <w:t>10</w:t>
            </w:r>
            <w:r w:rsidR="002B6E7D" w:rsidRPr="0096056F">
              <w:rPr>
                <w:sz w:val="26"/>
                <w:szCs w:val="26"/>
              </w:rPr>
              <w:t xml:space="preserve"> </w:t>
            </w:r>
            <w:r w:rsidR="002B2AD5" w:rsidRPr="0096056F">
              <w:rPr>
                <w:sz w:val="26"/>
                <w:szCs w:val="26"/>
              </w:rPr>
              <w:t xml:space="preserve">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446F0F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«Об областном бюджете на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год»</w:t>
            </w:r>
          </w:p>
        </w:tc>
      </w:tr>
      <w:tr w:rsidR="00446F0F" w:rsidRPr="0096056F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96056F" w:rsidRDefault="007C1DF5" w:rsidP="009B6A1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 xml:space="preserve">от </w:t>
            </w:r>
            <w:r w:rsidRPr="0096056F">
              <w:rPr>
                <w:sz w:val="26"/>
                <w:szCs w:val="26"/>
                <w:lang w:val="en-US"/>
              </w:rPr>
              <w:t>_____________</w:t>
            </w:r>
            <w:r w:rsidRPr="0096056F">
              <w:rPr>
                <w:sz w:val="26"/>
                <w:szCs w:val="26"/>
              </w:rPr>
              <w:t xml:space="preserve"> 201</w:t>
            </w:r>
            <w:r w:rsidR="009B6A19" w:rsidRPr="0096056F">
              <w:rPr>
                <w:sz w:val="26"/>
                <w:szCs w:val="26"/>
              </w:rPr>
              <w:t>6</w:t>
            </w:r>
            <w:r w:rsidRPr="0096056F">
              <w:rPr>
                <w:sz w:val="26"/>
                <w:szCs w:val="26"/>
              </w:rPr>
              <w:t xml:space="preserve"> года № </w:t>
            </w:r>
            <w:r w:rsidRPr="0096056F">
              <w:rPr>
                <w:sz w:val="26"/>
                <w:szCs w:val="26"/>
                <w:lang w:val="en-US"/>
              </w:rPr>
              <w:t>_____</w:t>
            </w:r>
            <w:r w:rsidRPr="0096056F">
              <w:rPr>
                <w:sz w:val="26"/>
                <w:szCs w:val="26"/>
              </w:rPr>
              <w:t>___</w:t>
            </w:r>
          </w:p>
        </w:tc>
      </w:tr>
    </w:tbl>
    <w:p w:rsidR="00446F0F" w:rsidRPr="0096056F" w:rsidRDefault="00446F0F" w:rsidP="007D69E5">
      <w:pPr>
        <w:jc w:val="right"/>
        <w:rPr>
          <w:sz w:val="26"/>
          <w:szCs w:val="26"/>
        </w:rPr>
      </w:pPr>
    </w:p>
    <w:p w:rsidR="00500200" w:rsidRPr="0096056F" w:rsidRDefault="00446F0F" w:rsidP="000B544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«</w:t>
      </w:r>
      <w:r w:rsidR="00500200" w:rsidRPr="0096056F">
        <w:rPr>
          <w:sz w:val="26"/>
          <w:szCs w:val="26"/>
        </w:rPr>
        <w:t xml:space="preserve">Таблица </w:t>
      </w:r>
      <w:r w:rsidR="00D055D4">
        <w:rPr>
          <w:sz w:val="26"/>
          <w:szCs w:val="26"/>
        </w:rPr>
        <w:t>1</w:t>
      </w:r>
      <w:r w:rsidR="000B5440">
        <w:rPr>
          <w:sz w:val="26"/>
          <w:szCs w:val="26"/>
        </w:rPr>
        <w:t>1</w:t>
      </w:r>
    </w:p>
    <w:p w:rsidR="00255688" w:rsidRPr="0096056F" w:rsidRDefault="00255688" w:rsidP="000B5440">
      <w:pPr>
        <w:ind w:left="0"/>
        <w:jc w:val="center"/>
        <w:rPr>
          <w:sz w:val="26"/>
          <w:szCs w:val="26"/>
        </w:rPr>
      </w:pPr>
    </w:p>
    <w:p w:rsidR="000B5440" w:rsidRPr="00E77676" w:rsidRDefault="000B5440" w:rsidP="000B5440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субвенций местным бюджетам по предоставлению ежегодной </w:t>
      </w:r>
      <w:r w:rsidRPr="00E77676">
        <w:rPr>
          <w:b/>
          <w:sz w:val="26"/>
          <w:szCs w:val="26"/>
        </w:rPr>
        <w:br/>
        <w:t xml:space="preserve">денежной выплаты лицам, награжденным нагрудным знаком </w:t>
      </w:r>
    </w:p>
    <w:p w:rsidR="00427B79" w:rsidRPr="0096056F" w:rsidRDefault="000B5440" w:rsidP="000B5440">
      <w:pPr>
        <w:ind w:left="0"/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>«Почетный донор России», на 2016 год</w:t>
      </w:r>
    </w:p>
    <w:p w:rsidR="006D194C" w:rsidRPr="0096056F" w:rsidRDefault="006D194C" w:rsidP="000B5440">
      <w:pPr>
        <w:ind w:left="0"/>
        <w:jc w:val="right"/>
        <w:rPr>
          <w:b/>
          <w:sz w:val="26"/>
          <w:szCs w:val="26"/>
        </w:rPr>
      </w:pPr>
    </w:p>
    <w:p w:rsidR="006D194C" w:rsidRPr="0096056F" w:rsidRDefault="006D194C" w:rsidP="000B5440">
      <w:pPr>
        <w:ind w:left="0" w:right="-1"/>
        <w:jc w:val="right"/>
        <w:rPr>
          <w:sz w:val="26"/>
          <w:szCs w:val="26"/>
        </w:rPr>
      </w:pPr>
      <w:r w:rsidRPr="0096056F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6D194C" w:rsidRPr="0096056F" w:rsidTr="006D194C">
        <w:trPr>
          <w:trHeight w:val="297"/>
        </w:trPr>
        <w:tc>
          <w:tcPr>
            <w:tcW w:w="5954" w:type="dxa"/>
            <w:vAlign w:val="center"/>
          </w:tcPr>
          <w:p w:rsidR="006D194C" w:rsidRPr="0096056F" w:rsidRDefault="006D194C" w:rsidP="000B5440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96056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6056F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6D194C" w:rsidRPr="0096056F" w:rsidRDefault="006D194C" w:rsidP="000B544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96056F">
              <w:rPr>
                <w:sz w:val="26"/>
                <w:szCs w:val="26"/>
              </w:rPr>
              <w:t>Сумма</w:t>
            </w:r>
          </w:p>
        </w:tc>
      </w:tr>
    </w:tbl>
    <w:p w:rsidR="00A059DC" w:rsidRPr="0096056F" w:rsidRDefault="00A059DC" w:rsidP="000B5440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90"/>
      </w:tblGrid>
      <w:tr w:rsidR="00C4121A" w:rsidRPr="000B5440" w:rsidTr="000B5440">
        <w:trPr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C4121A" w:rsidRPr="000B5440" w:rsidRDefault="00C4121A" w:rsidP="000B544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C4121A" w:rsidRPr="000B5440" w:rsidRDefault="00C4121A" w:rsidP="000B544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</w:t>
            </w:r>
          </w:p>
        </w:tc>
      </w:tr>
      <w:tr w:rsidR="007B0C92" w:rsidRPr="000B5440" w:rsidTr="000B54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0B5440" w:rsidRDefault="007B0C92" w:rsidP="000B5440">
            <w:pPr>
              <w:tabs>
                <w:tab w:val="left" w:pos="930"/>
              </w:tabs>
              <w:ind w:left="0"/>
              <w:rPr>
                <w:b/>
                <w:snapToGrid w:val="0"/>
                <w:sz w:val="26"/>
                <w:szCs w:val="26"/>
              </w:rPr>
            </w:pPr>
            <w:r w:rsidRPr="000B5440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0B5440">
              <w:rPr>
                <w:b/>
                <w:snapToGrid w:val="0"/>
                <w:sz w:val="26"/>
                <w:szCs w:val="26"/>
              </w:rPr>
              <w:t>о</w:t>
            </w:r>
            <w:r w:rsidRPr="000B5440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C92" w:rsidRPr="000B5440" w:rsidRDefault="007B0C92" w:rsidP="000B5440">
            <w:pPr>
              <w:ind w:left="0"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1 858,8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15 380,6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791,2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Копейский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13 632,4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Кыштымский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4 131,8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188,4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25 744,7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Миасский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12 453,4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8 988,2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Снежинский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3 808,3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4 747,2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7 509,7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1 406,7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3 039,4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66 439,8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7 660,1</w:t>
            </w:r>
          </w:p>
        </w:tc>
      </w:tr>
      <w:tr w:rsidR="000B5440" w:rsidRPr="000B5440" w:rsidTr="000B5440">
        <w:tblPrEx>
          <w:tblLook w:val="04A0"/>
        </w:tblPrEx>
        <w:trPr>
          <w:trHeight w:val="359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 w:rsidRPr="000B5440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Агаповский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1 155,4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Аргаяшский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2 411,3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Ашинский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3 503,9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Брединский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1 532,2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Варненский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515,0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942,0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6 556,8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1 643,6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2 779,4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Каслинский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514,9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2 552,2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Кизильский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276,2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Коркинский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6 961,8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1 080,1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213,5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1 193,1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904,3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891,9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665,7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1 117,8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Саткинский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9 033,0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2 552,2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590,3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2 084,9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Уйский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2 437,0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540,1</w:t>
            </w:r>
          </w:p>
        </w:tc>
      </w:tr>
      <w:tr w:rsidR="000B5440" w:rsidRPr="000B5440" w:rsidTr="000B544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tabs>
                <w:tab w:val="left" w:pos="0"/>
              </w:tabs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 w:rsidRPr="000B5440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sz w:val="26"/>
                <w:szCs w:val="26"/>
              </w:rPr>
            </w:pPr>
            <w:r w:rsidRPr="000B5440">
              <w:rPr>
                <w:sz w:val="26"/>
                <w:szCs w:val="26"/>
              </w:rPr>
              <w:t>251,3</w:t>
            </w:r>
          </w:p>
        </w:tc>
      </w:tr>
      <w:tr w:rsidR="000B5440" w:rsidRPr="000B5440" w:rsidTr="000B5440">
        <w:tblPrEx>
          <w:tblLook w:val="04A0"/>
        </w:tblPrEx>
        <w:trPr>
          <w:trHeight w:val="70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pStyle w:val="1"/>
              <w:tabs>
                <w:tab w:val="left" w:pos="0"/>
              </w:tabs>
              <w:spacing w:line="276" w:lineRule="auto"/>
              <w:jc w:val="left"/>
              <w:rPr>
                <w:sz w:val="26"/>
                <w:szCs w:val="26"/>
              </w:rPr>
            </w:pPr>
            <w:r w:rsidRPr="000B5440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440" w:rsidRPr="000B5440" w:rsidRDefault="000B5440" w:rsidP="000B5440">
            <w:pPr>
              <w:spacing w:line="276" w:lineRule="auto"/>
              <w:ind w:left="0"/>
              <w:jc w:val="right"/>
              <w:rPr>
                <w:b/>
                <w:bCs/>
                <w:sz w:val="26"/>
                <w:szCs w:val="26"/>
              </w:rPr>
            </w:pPr>
            <w:r w:rsidRPr="000B5440">
              <w:rPr>
                <w:b/>
                <w:bCs/>
                <w:sz w:val="26"/>
                <w:szCs w:val="26"/>
              </w:rPr>
              <w:t>232 680,6»</w:t>
            </w:r>
          </w:p>
        </w:tc>
      </w:tr>
    </w:tbl>
    <w:p w:rsidR="000B5440" w:rsidRPr="00E77676" w:rsidRDefault="000B5440" w:rsidP="000B5440">
      <w:pPr>
        <w:tabs>
          <w:tab w:val="left" w:pos="7455"/>
        </w:tabs>
        <w:ind w:left="0"/>
        <w:rPr>
          <w:sz w:val="26"/>
          <w:szCs w:val="26"/>
        </w:rPr>
      </w:pPr>
    </w:p>
    <w:p w:rsidR="000B5440" w:rsidRDefault="000B5440" w:rsidP="000B5440">
      <w:pPr>
        <w:ind w:left="0"/>
        <w:rPr>
          <w:sz w:val="26"/>
          <w:szCs w:val="26"/>
        </w:rPr>
      </w:pPr>
    </w:p>
    <w:p w:rsidR="00D055D4" w:rsidRPr="0096056F" w:rsidRDefault="00D055D4" w:rsidP="000B5440">
      <w:pPr>
        <w:ind w:left="0"/>
        <w:rPr>
          <w:sz w:val="26"/>
          <w:szCs w:val="26"/>
        </w:rPr>
      </w:pPr>
    </w:p>
    <w:sectPr w:rsidR="00D055D4" w:rsidRPr="0096056F" w:rsidSect="00832728">
      <w:footerReference w:type="default" r:id="rId7"/>
      <w:pgSz w:w="11906" w:h="16838"/>
      <w:pgMar w:top="1134" w:right="567" w:bottom="1134" w:left="1701" w:header="709" w:footer="709" w:gutter="0"/>
      <w:pgNumType w:start="44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3C67" w:rsidRDefault="00013C67" w:rsidP="005211A3">
      <w:r>
        <w:separator/>
      </w:r>
    </w:p>
  </w:endnote>
  <w:endnote w:type="continuationSeparator" w:id="0">
    <w:p w:rsidR="00013C67" w:rsidRDefault="00013C67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4A0C16" w:rsidRPr="00280649" w:rsidRDefault="00752F52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4A0C16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832728">
          <w:rPr>
            <w:noProof/>
            <w:sz w:val="24"/>
            <w:szCs w:val="24"/>
          </w:rPr>
          <w:t>446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3C67" w:rsidRDefault="00013C67" w:rsidP="005211A3">
      <w:r>
        <w:separator/>
      </w:r>
    </w:p>
  </w:footnote>
  <w:footnote w:type="continuationSeparator" w:id="0">
    <w:p w:rsidR="00013C67" w:rsidRDefault="00013C67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1970"/>
    <w:rsid w:val="00002E39"/>
    <w:rsid w:val="00010CC4"/>
    <w:rsid w:val="00013C67"/>
    <w:rsid w:val="000179A2"/>
    <w:rsid w:val="0003190A"/>
    <w:rsid w:val="00034C03"/>
    <w:rsid w:val="00042F5B"/>
    <w:rsid w:val="000564EA"/>
    <w:rsid w:val="000712C7"/>
    <w:rsid w:val="00072FE8"/>
    <w:rsid w:val="00081DE8"/>
    <w:rsid w:val="000A315E"/>
    <w:rsid w:val="000A67C9"/>
    <w:rsid w:val="000B5440"/>
    <w:rsid w:val="000C08BF"/>
    <w:rsid w:val="000C7630"/>
    <w:rsid w:val="000D4C95"/>
    <w:rsid w:val="000F5D8F"/>
    <w:rsid w:val="00101419"/>
    <w:rsid w:val="0010399C"/>
    <w:rsid w:val="00115D9C"/>
    <w:rsid w:val="00116690"/>
    <w:rsid w:val="00122D04"/>
    <w:rsid w:val="00122E51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41F5"/>
    <w:rsid w:val="001776CD"/>
    <w:rsid w:val="001802C3"/>
    <w:rsid w:val="001856D3"/>
    <w:rsid w:val="0018670C"/>
    <w:rsid w:val="00192C04"/>
    <w:rsid w:val="001A155C"/>
    <w:rsid w:val="001A2441"/>
    <w:rsid w:val="001A4863"/>
    <w:rsid w:val="001A596A"/>
    <w:rsid w:val="001B1CEC"/>
    <w:rsid w:val="001B7FB2"/>
    <w:rsid w:val="001C3907"/>
    <w:rsid w:val="001D0628"/>
    <w:rsid w:val="001F292A"/>
    <w:rsid w:val="00205985"/>
    <w:rsid w:val="002063C1"/>
    <w:rsid w:val="00206B6E"/>
    <w:rsid w:val="00226658"/>
    <w:rsid w:val="00226F77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944AB"/>
    <w:rsid w:val="002A4DC5"/>
    <w:rsid w:val="002B2AD5"/>
    <w:rsid w:val="002B4184"/>
    <w:rsid w:val="002B6E7D"/>
    <w:rsid w:val="002C1F82"/>
    <w:rsid w:val="002C56E4"/>
    <w:rsid w:val="002C6175"/>
    <w:rsid w:val="002F3E15"/>
    <w:rsid w:val="002F5CB9"/>
    <w:rsid w:val="003032A9"/>
    <w:rsid w:val="00314FB6"/>
    <w:rsid w:val="003254F4"/>
    <w:rsid w:val="00333B98"/>
    <w:rsid w:val="003347EC"/>
    <w:rsid w:val="00335F73"/>
    <w:rsid w:val="00344E80"/>
    <w:rsid w:val="003548F2"/>
    <w:rsid w:val="00354BBE"/>
    <w:rsid w:val="00357381"/>
    <w:rsid w:val="00360712"/>
    <w:rsid w:val="00360728"/>
    <w:rsid w:val="00364A31"/>
    <w:rsid w:val="00372462"/>
    <w:rsid w:val="00374DC3"/>
    <w:rsid w:val="00384A5D"/>
    <w:rsid w:val="0039430D"/>
    <w:rsid w:val="003A55B5"/>
    <w:rsid w:val="003C1211"/>
    <w:rsid w:val="003C147C"/>
    <w:rsid w:val="003C5696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3DC"/>
    <w:rsid w:val="003F36AB"/>
    <w:rsid w:val="003F4D8B"/>
    <w:rsid w:val="004017D0"/>
    <w:rsid w:val="004043B9"/>
    <w:rsid w:val="00405254"/>
    <w:rsid w:val="004133FB"/>
    <w:rsid w:val="00414FC0"/>
    <w:rsid w:val="00420A05"/>
    <w:rsid w:val="00421524"/>
    <w:rsid w:val="00427B79"/>
    <w:rsid w:val="00436C36"/>
    <w:rsid w:val="0043722A"/>
    <w:rsid w:val="00446F0F"/>
    <w:rsid w:val="00453033"/>
    <w:rsid w:val="004564B4"/>
    <w:rsid w:val="00460DC7"/>
    <w:rsid w:val="004626B6"/>
    <w:rsid w:val="00462CFE"/>
    <w:rsid w:val="0047034D"/>
    <w:rsid w:val="00470435"/>
    <w:rsid w:val="0047515C"/>
    <w:rsid w:val="004870F1"/>
    <w:rsid w:val="004917C6"/>
    <w:rsid w:val="00494F0B"/>
    <w:rsid w:val="004A0C16"/>
    <w:rsid w:val="004B7F82"/>
    <w:rsid w:val="004C4434"/>
    <w:rsid w:val="004D06CE"/>
    <w:rsid w:val="004D2BA6"/>
    <w:rsid w:val="004D5296"/>
    <w:rsid w:val="004E030F"/>
    <w:rsid w:val="004E0C68"/>
    <w:rsid w:val="004F4741"/>
    <w:rsid w:val="004F6856"/>
    <w:rsid w:val="004F75D2"/>
    <w:rsid w:val="00500200"/>
    <w:rsid w:val="00502BE9"/>
    <w:rsid w:val="00504003"/>
    <w:rsid w:val="0050742F"/>
    <w:rsid w:val="00507D5F"/>
    <w:rsid w:val="005128FC"/>
    <w:rsid w:val="00515E73"/>
    <w:rsid w:val="005211A3"/>
    <w:rsid w:val="00524B82"/>
    <w:rsid w:val="0053134C"/>
    <w:rsid w:val="00540CB7"/>
    <w:rsid w:val="00542472"/>
    <w:rsid w:val="00542F56"/>
    <w:rsid w:val="00547E5F"/>
    <w:rsid w:val="00580796"/>
    <w:rsid w:val="00585B9B"/>
    <w:rsid w:val="00587CD2"/>
    <w:rsid w:val="00597919"/>
    <w:rsid w:val="005A0FA8"/>
    <w:rsid w:val="005A4EE8"/>
    <w:rsid w:val="005B03AE"/>
    <w:rsid w:val="005D57D8"/>
    <w:rsid w:val="005D69B9"/>
    <w:rsid w:val="005E065A"/>
    <w:rsid w:val="005E1633"/>
    <w:rsid w:val="005E444D"/>
    <w:rsid w:val="005E514F"/>
    <w:rsid w:val="005E628E"/>
    <w:rsid w:val="005E6BE6"/>
    <w:rsid w:val="005F01A7"/>
    <w:rsid w:val="005F29C4"/>
    <w:rsid w:val="00602847"/>
    <w:rsid w:val="00615581"/>
    <w:rsid w:val="0062263E"/>
    <w:rsid w:val="00622D9A"/>
    <w:rsid w:val="00635D4A"/>
    <w:rsid w:val="00645A74"/>
    <w:rsid w:val="00646281"/>
    <w:rsid w:val="00647973"/>
    <w:rsid w:val="006513E2"/>
    <w:rsid w:val="00653B48"/>
    <w:rsid w:val="0066210D"/>
    <w:rsid w:val="006636F0"/>
    <w:rsid w:val="00665A54"/>
    <w:rsid w:val="006662BE"/>
    <w:rsid w:val="006667EF"/>
    <w:rsid w:val="00675E14"/>
    <w:rsid w:val="006830E7"/>
    <w:rsid w:val="00694AB1"/>
    <w:rsid w:val="0069796A"/>
    <w:rsid w:val="006B6A46"/>
    <w:rsid w:val="006C3035"/>
    <w:rsid w:val="006C7BC1"/>
    <w:rsid w:val="006D194C"/>
    <w:rsid w:val="006D34B2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13574"/>
    <w:rsid w:val="00722D28"/>
    <w:rsid w:val="007230DB"/>
    <w:rsid w:val="00727EB8"/>
    <w:rsid w:val="00734273"/>
    <w:rsid w:val="00737492"/>
    <w:rsid w:val="00741C07"/>
    <w:rsid w:val="00752F52"/>
    <w:rsid w:val="0075738B"/>
    <w:rsid w:val="00762DCE"/>
    <w:rsid w:val="00773CF1"/>
    <w:rsid w:val="00781CD8"/>
    <w:rsid w:val="00787C7B"/>
    <w:rsid w:val="0079072E"/>
    <w:rsid w:val="00797D7C"/>
    <w:rsid w:val="007B0C92"/>
    <w:rsid w:val="007B304D"/>
    <w:rsid w:val="007C1DF5"/>
    <w:rsid w:val="007D69E5"/>
    <w:rsid w:val="007E07BD"/>
    <w:rsid w:val="007E7E61"/>
    <w:rsid w:val="007F7E83"/>
    <w:rsid w:val="00802CB3"/>
    <w:rsid w:val="0080361D"/>
    <w:rsid w:val="0081072C"/>
    <w:rsid w:val="008216A3"/>
    <w:rsid w:val="008241F3"/>
    <w:rsid w:val="00826E6A"/>
    <w:rsid w:val="00827AEB"/>
    <w:rsid w:val="00832728"/>
    <w:rsid w:val="008375E0"/>
    <w:rsid w:val="00837AD0"/>
    <w:rsid w:val="00842101"/>
    <w:rsid w:val="00845339"/>
    <w:rsid w:val="00850312"/>
    <w:rsid w:val="00853FB3"/>
    <w:rsid w:val="008674EB"/>
    <w:rsid w:val="00867E41"/>
    <w:rsid w:val="00870EDF"/>
    <w:rsid w:val="00873217"/>
    <w:rsid w:val="0088088A"/>
    <w:rsid w:val="008836B9"/>
    <w:rsid w:val="00885925"/>
    <w:rsid w:val="008A027B"/>
    <w:rsid w:val="008A1166"/>
    <w:rsid w:val="008A3F55"/>
    <w:rsid w:val="008A6100"/>
    <w:rsid w:val="008B02FE"/>
    <w:rsid w:val="008B508D"/>
    <w:rsid w:val="008B7F3F"/>
    <w:rsid w:val="008C1C14"/>
    <w:rsid w:val="008C7DBB"/>
    <w:rsid w:val="008D1EA1"/>
    <w:rsid w:val="008E122D"/>
    <w:rsid w:val="008E5A3B"/>
    <w:rsid w:val="008F3B4A"/>
    <w:rsid w:val="008F6F58"/>
    <w:rsid w:val="00903AEB"/>
    <w:rsid w:val="00925DA1"/>
    <w:rsid w:val="00926DD5"/>
    <w:rsid w:val="00934962"/>
    <w:rsid w:val="00940955"/>
    <w:rsid w:val="00946650"/>
    <w:rsid w:val="009523BF"/>
    <w:rsid w:val="00953330"/>
    <w:rsid w:val="00953FD2"/>
    <w:rsid w:val="00954BA6"/>
    <w:rsid w:val="0096056F"/>
    <w:rsid w:val="00963150"/>
    <w:rsid w:val="00975301"/>
    <w:rsid w:val="00997FB5"/>
    <w:rsid w:val="009A5842"/>
    <w:rsid w:val="009A7CD6"/>
    <w:rsid w:val="009B303F"/>
    <w:rsid w:val="009B6A19"/>
    <w:rsid w:val="009C5C3A"/>
    <w:rsid w:val="009D32A6"/>
    <w:rsid w:val="009D5539"/>
    <w:rsid w:val="009E01B8"/>
    <w:rsid w:val="009E260E"/>
    <w:rsid w:val="009E6E9D"/>
    <w:rsid w:val="009F6891"/>
    <w:rsid w:val="00A00349"/>
    <w:rsid w:val="00A04725"/>
    <w:rsid w:val="00A05265"/>
    <w:rsid w:val="00A059DC"/>
    <w:rsid w:val="00A22B7C"/>
    <w:rsid w:val="00A27470"/>
    <w:rsid w:val="00A334E3"/>
    <w:rsid w:val="00A36434"/>
    <w:rsid w:val="00A51FB2"/>
    <w:rsid w:val="00A53633"/>
    <w:rsid w:val="00A55726"/>
    <w:rsid w:val="00A55D1A"/>
    <w:rsid w:val="00A57D30"/>
    <w:rsid w:val="00A6044D"/>
    <w:rsid w:val="00A62E57"/>
    <w:rsid w:val="00A6351E"/>
    <w:rsid w:val="00A671FE"/>
    <w:rsid w:val="00A85B0C"/>
    <w:rsid w:val="00A94460"/>
    <w:rsid w:val="00AB3656"/>
    <w:rsid w:val="00AD2694"/>
    <w:rsid w:val="00AD60A9"/>
    <w:rsid w:val="00AD72D3"/>
    <w:rsid w:val="00AE6A38"/>
    <w:rsid w:val="00AF6DB0"/>
    <w:rsid w:val="00B041B2"/>
    <w:rsid w:val="00B20A9B"/>
    <w:rsid w:val="00B22DC1"/>
    <w:rsid w:val="00B23224"/>
    <w:rsid w:val="00B3020B"/>
    <w:rsid w:val="00B3305B"/>
    <w:rsid w:val="00B34714"/>
    <w:rsid w:val="00B348CA"/>
    <w:rsid w:val="00B34A81"/>
    <w:rsid w:val="00B41089"/>
    <w:rsid w:val="00B41CEE"/>
    <w:rsid w:val="00B474C6"/>
    <w:rsid w:val="00B54E01"/>
    <w:rsid w:val="00B62885"/>
    <w:rsid w:val="00B6391B"/>
    <w:rsid w:val="00B64688"/>
    <w:rsid w:val="00B6732D"/>
    <w:rsid w:val="00B701B5"/>
    <w:rsid w:val="00B7058A"/>
    <w:rsid w:val="00B71B34"/>
    <w:rsid w:val="00B8017C"/>
    <w:rsid w:val="00B871EF"/>
    <w:rsid w:val="00B93A35"/>
    <w:rsid w:val="00B96097"/>
    <w:rsid w:val="00B962BA"/>
    <w:rsid w:val="00BA1495"/>
    <w:rsid w:val="00BA29D1"/>
    <w:rsid w:val="00BA48DE"/>
    <w:rsid w:val="00BB2BC0"/>
    <w:rsid w:val="00BB4C2B"/>
    <w:rsid w:val="00BC0D7E"/>
    <w:rsid w:val="00BC4BBA"/>
    <w:rsid w:val="00BC65ED"/>
    <w:rsid w:val="00BD50F0"/>
    <w:rsid w:val="00BD6D87"/>
    <w:rsid w:val="00BE30B0"/>
    <w:rsid w:val="00BE6CD9"/>
    <w:rsid w:val="00BF5D44"/>
    <w:rsid w:val="00C10C9A"/>
    <w:rsid w:val="00C16B41"/>
    <w:rsid w:val="00C30313"/>
    <w:rsid w:val="00C31D5D"/>
    <w:rsid w:val="00C33090"/>
    <w:rsid w:val="00C402C2"/>
    <w:rsid w:val="00C4121A"/>
    <w:rsid w:val="00C43CFE"/>
    <w:rsid w:val="00C64823"/>
    <w:rsid w:val="00C70FFC"/>
    <w:rsid w:val="00C951C1"/>
    <w:rsid w:val="00CA4F51"/>
    <w:rsid w:val="00CB2703"/>
    <w:rsid w:val="00CB3AB9"/>
    <w:rsid w:val="00CB6EB7"/>
    <w:rsid w:val="00CC0C62"/>
    <w:rsid w:val="00CC1A3C"/>
    <w:rsid w:val="00CC29D1"/>
    <w:rsid w:val="00CD66C9"/>
    <w:rsid w:val="00D055D4"/>
    <w:rsid w:val="00D06033"/>
    <w:rsid w:val="00D21CF4"/>
    <w:rsid w:val="00D26A15"/>
    <w:rsid w:val="00D270C3"/>
    <w:rsid w:val="00D35564"/>
    <w:rsid w:val="00D46760"/>
    <w:rsid w:val="00D50499"/>
    <w:rsid w:val="00D73F3B"/>
    <w:rsid w:val="00D758AC"/>
    <w:rsid w:val="00D768A1"/>
    <w:rsid w:val="00D81400"/>
    <w:rsid w:val="00D82D2E"/>
    <w:rsid w:val="00D83F76"/>
    <w:rsid w:val="00D91484"/>
    <w:rsid w:val="00D9298E"/>
    <w:rsid w:val="00D94FAD"/>
    <w:rsid w:val="00D950A0"/>
    <w:rsid w:val="00DB0B01"/>
    <w:rsid w:val="00DB64B8"/>
    <w:rsid w:val="00DB6EEE"/>
    <w:rsid w:val="00DE309B"/>
    <w:rsid w:val="00DE5E1C"/>
    <w:rsid w:val="00DE6B9A"/>
    <w:rsid w:val="00DF3797"/>
    <w:rsid w:val="00DF3A8D"/>
    <w:rsid w:val="00DF4D21"/>
    <w:rsid w:val="00DF5C61"/>
    <w:rsid w:val="00DF6B2D"/>
    <w:rsid w:val="00E03377"/>
    <w:rsid w:val="00E06FA6"/>
    <w:rsid w:val="00E06FFF"/>
    <w:rsid w:val="00E10B1D"/>
    <w:rsid w:val="00E114F2"/>
    <w:rsid w:val="00E13F35"/>
    <w:rsid w:val="00E21380"/>
    <w:rsid w:val="00E2495A"/>
    <w:rsid w:val="00E2799B"/>
    <w:rsid w:val="00E32C39"/>
    <w:rsid w:val="00E33F25"/>
    <w:rsid w:val="00E37EDA"/>
    <w:rsid w:val="00E42CD0"/>
    <w:rsid w:val="00E50ADD"/>
    <w:rsid w:val="00E5745B"/>
    <w:rsid w:val="00E629E0"/>
    <w:rsid w:val="00E63F77"/>
    <w:rsid w:val="00E6554D"/>
    <w:rsid w:val="00E71FD3"/>
    <w:rsid w:val="00E80A83"/>
    <w:rsid w:val="00E86592"/>
    <w:rsid w:val="00E952F6"/>
    <w:rsid w:val="00EA3CAB"/>
    <w:rsid w:val="00EA683A"/>
    <w:rsid w:val="00EA6FEE"/>
    <w:rsid w:val="00EC6C40"/>
    <w:rsid w:val="00EC6E7C"/>
    <w:rsid w:val="00ED0879"/>
    <w:rsid w:val="00EE03B4"/>
    <w:rsid w:val="00EF6760"/>
    <w:rsid w:val="00F10EE8"/>
    <w:rsid w:val="00F22BC4"/>
    <w:rsid w:val="00F25390"/>
    <w:rsid w:val="00F5063E"/>
    <w:rsid w:val="00F512F4"/>
    <w:rsid w:val="00F51843"/>
    <w:rsid w:val="00F65BC9"/>
    <w:rsid w:val="00F71070"/>
    <w:rsid w:val="00F72A21"/>
    <w:rsid w:val="00F86C8C"/>
    <w:rsid w:val="00F9452A"/>
    <w:rsid w:val="00F9506B"/>
    <w:rsid w:val="00FA1535"/>
    <w:rsid w:val="00FA6EEB"/>
    <w:rsid w:val="00FB3A01"/>
    <w:rsid w:val="00FB5F48"/>
    <w:rsid w:val="00FC146C"/>
    <w:rsid w:val="00FC16C4"/>
    <w:rsid w:val="00FC1C0E"/>
    <w:rsid w:val="00FC6407"/>
    <w:rsid w:val="00FD0741"/>
    <w:rsid w:val="00FD5D5C"/>
    <w:rsid w:val="00FE07FE"/>
    <w:rsid w:val="00FF05C8"/>
    <w:rsid w:val="00FF0A54"/>
    <w:rsid w:val="00FF1860"/>
    <w:rsid w:val="00FF21BD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0C267D-FF92-4B20-B92A-17D5B7BE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User</cp:lastModifiedBy>
  <cp:revision>9</cp:revision>
  <cp:lastPrinted>2016-09-27T06:00:00Z</cp:lastPrinted>
  <dcterms:created xsi:type="dcterms:W3CDTF">2016-09-15T05:51:00Z</dcterms:created>
  <dcterms:modified xsi:type="dcterms:W3CDTF">2016-09-27T06:00:00Z</dcterms:modified>
</cp:coreProperties>
</file>